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1558"/>
      </w:tblGrid>
      <w:tr w:rsidR="00AA14F6" w:rsidRPr="00AA14F6" w14:paraId="6F0F02FC" w14:textId="77777777" w:rsidTr="003B378D">
        <w:trPr>
          <w:trHeight w:val="397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63A8BB8" w14:textId="77777777" w:rsidR="00AA14F6" w:rsidRPr="003B378D" w:rsidRDefault="00AA14F6" w:rsidP="00204136">
            <w:pPr>
              <w:jc w:val="left"/>
              <w:rPr>
                <w:rFonts w:cs="Arial"/>
                <w:bCs/>
                <w:caps/>
                <w:color w:val="000000" w:themeColor="text1"/>
                <w:sz w:val="30"/>
                <w:szCs w:val="30"/>
              </w:rPr>
            </w:pPr>
          </w:p>
        </w:tc>
      </w:tr>
      <w:tr w:rsidR="00AA14F6" w:rsidRPr="00AA14F6" w14:paraId="46A77059" w14:textId="77777777" w:rsidTr="00AA14F6">
        <w:trPr>
          <w:trHeight w:val="510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</w:tcBorders>
            <w:vAlign w:val="center"/>
          </w:tcPr>
          <w:p w14:paraId="2DF26207" w14:textId="77777777" w:rsidR="00AA14F6" w:rsidRPr="00AA14F6" w:rsidRDefault="00AA14F6" w:rsidP="00AA14F6">
            <w:pPr>
              <w:jc w:val="center"/>
              <w:rPr>
                <w:caps/>
                <w:color w:val="000000" w:themeColor="text1"/>
              </w:rPr>
            </w:pPr>
          </w:p>
        </w:tc>
      </w:tr>
      <w:tr w:rsidR="00AA14F6" w:rsidRPr="00AA14F6" w14:paraId="7D622F37" w14:textId="77777777" w:rsidTr="00AA14F6">
        <w:trPr>
          <w:trHeight w:val="510"/>
          <w:jc w:val="center"/>
        </w:trPr>
        <w:tc>
          <w:tcPr>
            <w:tcW w:w="8504" w:type="dxa"/>
            <w:gridSpan w:val="2"/>
            <w:vAlign w:val="center"/>
          </w:tcPr>
          <w:p w14:paraId="208DDCF4" w14:textId="03B3DCDC" w:rsidR="00AA14F6" w:rsidRPr="00AA14F6" w:rsidRDefault="00283672" w:rsidP="005C2849">
            <w:pPr>
              <w:jc w:val="center"/>
              <w:rPr>
                <w:b/>
                <w:caps/>
                <w:color w:val="000000" w:themeColor="text1"/>
                <w:sz w:val="30"/>
                <w:szCs w:val="30"/>
              </w:rPr>
            </w:pP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1"/>
                <w:tag w:val="NazevDok"/>
                <w:id w:val="-775011736"/>
                <w:placeholder>
                  <w:docPart w:val="559EA7A0DA43431A975DBCE2164F2B82"/>
                </w:placeholder>
                <w:text/>
              </w:sdtPr>
              <w:sdtContent>
                <w:r w:rsidRPr="00283672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>Stanovení dopravního značení s realizací vyhrazeného BUS pruhu na ulici Pisárecká Brno</w:t>
                </w:r>
              </w:sdtContent>
            </w:sdt>
            <w:r w:rsidR="00AA14F6" w:rsidRPr="00AA14F6">
              <w:rPr>
                <w:b/>
                <w:caps/>
                <w:color w:val="000000" w:themeColor="text1"/>
                <w:sz w:val="30"/>
                <w:szCs w:val="30"/>
              </w:rPr>
              <w:t xml:space="preserve"> </w:t>
            </w: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2"/>
                <w:tag w:val="NazevDok2_"/>
                <w:id w:val="-395816681"/>
                <w:placeholder>
                  <w:docPart w:val="2FC4A17B2AD045D38B5EE9CF82C2F05C"/>
                </w:placeholder>
                <w:showingPlcHdr/>
                <w:text/>
              </w:sdtPr>
              <w:sdtEndPr/>
              <w:sdtContent>
                <w:r w:rsidR="00B372C9" w:rsidRPr="00AA14F6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 xml:space="preserve"> </w:t>
                </w:r>
              </w:sdtContent>
            </w:sdt>
            <w:r w:rsidR="00AA14F6" w:rsidRPr="00AA14F6">
              <w:rPr>
                <w:b/>
                <w:caps/>
                <w:color w:val="000000" w:themeColor="text1"/>
                <w:sz w:val="30"/>
                <w:szCs w:val="30"/>
              </w:rPr>
              <w:t xml:space="preserve"> </w:t>
            </w: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3"/>
                <w:tag w:val="NazevDok3_"/>
                <w:id w:val="1084189934"/>
                <w:placeholder>
                  <w:docPart w:val="1D6BF25BF108471BA91333DB40DF779E"/>
                </w:placeholder>
                <w:showingPlcHdr/>
                <w:text/>
              </w:sdtPr>
              <w:sdtEndPr/>
              <w:sdtContent>
                <w:r w:rsidR="00B372C9" w:rsidRPr="00AA14F6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 xml:space="preserve"> </w:t>
                </w:r>
              </w:sdtContent>
            </w:sdt>
          </w:p>
        </w:tc>
      </w:tr>
      <w:tr w:rsidR="003B378D" w:rsidRPr="00AA14F6" w14:paraId="168783E5" w14:textId="77777777" w:rsidTr="003B378D">
        <w:trPr>
          <w:trHeight w:val="510"/>
          <w:jc w:val="center"/>
        </w:trPr>
        <w:tc>
          <w:tcPr>
            <w:tcW w:w="8504" w:type="dxa"/>
            <w:gridSpan w:val="2"/>
            <w:vAlign w:val="center"/>
          </w:tcPr>
          <w:p w14:paraId="3ABA421F" w14:textId="20255ADB" w:rsidR="003B378D" w:rsidRPr="003B378D" w:rsidRDefault="00283672" w:rsidP="005C2849">
            <w:pPr>
              <w:jc w:val="center"/>
              <w:rPr>
                <w:caps/>
                <w:color w:val="000000" w:themeColor="text1"/>
                <w:sz w:val="24"/>
                <w:szCs w:val="24"/>
              </w:rPr>
            </w:pP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Doplňující název akce"/>
                <w:tag w:val="PodNazev"/>
                <w:id w:val="-1240555608"/>
                <w:placeholder>
                  <w:docPart w:val="A5B936AC95614DF99BAF057D9EAD8BC6"/>
                </w:placeholder>
                <w:text/>
              </w:sdtPr>
              <w:sdtContent>
                <w:sdt>
                  <w:sdtPr>
                    <w:rPr>
                      <w:b/>
                      <w:caps/>
                      <w:color w:val="000000" w:themeColor="text1"/>
                      <w:sz w:val="30"/>
                      <w:szCs w:val="30"/>
                    </w:rPr>
                    <w:alias w:val="Doplňující název akce"/>
                    <w:tag w:val="PodNazev"/>
                    <w:id w:val="650264513"/>
                    <w:placeholder>
                      <w:docPart w:val="8279694FA12D43DA8C497F0DEA6D9F95"/>
                    </w:placeholder>
                    <w:showingPlcHdr/>
                    <w:text/>
                  </w:sdtPr>
                  <w:sdtContent>
                    <w:r w:rsidRPr="00F81B53">
                      <w:rPr>
                        <w:color w:val="000000" w:themeColor="text1"/>
                      </w:rPr>
                      <w:t xml:space="preserve"> </w:t>
                    </w:r>
                  </w:sdtContent>
                </w:sdt>
              </w:sdtContent>
            </w:sdt>
          </w:p>
        </w:tc>
      </w:tr>
      <w:tr w:rsidR="00FF5336" w:rsidRPr="006B05F3" w14:paraId="6E9C648A" w14:textId="77777777" w:rsidTr="0066347D">
        <w:trPr>
          <w:trHeight w:val="227"/>
          <w:jc w:val="center"/>
        </w:trPr>
        <w:tc>
          <w:tcPr>
            <w:tcW w:w="8504" w:type="dxa"/>
            <w:gridSpan w:val="2"/>
            <w:tcMar>
              <w:top w:w="113" w:type="dxa"/>
              <w:bottom w:w="57" w:type="dxa"/>
              <w:right w:w="113" w:type="dxa"/>
            </w:tcMar>
          </w:tcPr>
          <w:p w14:paraId="67DB997E" w14:textId="77777777" w:rsidR="00FF5336" w:rsidRPr="003B378D" w:rsidRDefault="00FF5336" w:rsidP="00FF5336">
            <w:pPr>
              <w:tabs>
                <w:tab w:val="left" w:pos="648"/>
              </w:tabs>
              <w:jc w:val="center"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3B378D" w:rsidRPr="006B05F3" w14:paraId="72F533AD" w14:textId="77777777" w:rsidTr="00DD3884">
        <w:trPr>
          <w:trHeight w:val="477"/>
          <w:jc w:val="center"/>
        </w:trPr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57" w:type="dxa"/>
              <w:right w:w="113" w:type="dxa"/>
            </w:tcMar>
          </w:tcPr>
          <w:p w14:paraId="00CA064F" w14:textId="77777777" w:rsidR="003B378D" w:rsidRDefault="00DD3884" w:rsidP="0066347D">
            <w:pPr>
              <w:spacing w:after="120"/>
              <w:jc w:val="left"/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  <w:t>Stupeň projektové dokumentace:</w:t>
            </w:r>
          </w:p>
          <w:p w14:paraId="6160C80F" w14:textId="3C2B9665" w:rsidR="003B378D" w:rsidRPr="001C4D2E" w:rsidRDefault="00106501" w:rsidP="005C2849">
            <w:pPr>
              <w:tabs>
                <w:tab w:val="left" w:pos="648"/>
              </w:tabs>
              <w:jc w:val="left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cs="Arial"/>
                  <w:bCs/>
                  <w:color w:val="000000" w:themeColor="text1"/>
                  <w:sz w:val="22"/>
                  <w:szCs w:val="22"/>
                </w:rPr>
                <w:alias w:val="Stupeň PD"/>
                <w:tag w:val="Stupen"/>
                <w:id w:val="355318287"/>
                <w:placeholder>
                  <w:docPart w:val="E4C204BC23614E86A28111DFC7855B50"/>
                </w:placeholder>
                <w:text/>
              </w:sdtPr>
              <w:sdtEndPr/>
              <w:sdtContent>
                <w:r w:rsidR="00527FAD" w:rsidRPr="00527FA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T</w:t>
                </w:r>
                <w:r w:rsidR="00527FA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echnická studie</w:t>
                </w:r>
              </w:sdtContent>
            </w:sdt>
          </w:p>
        </w:tc>
        <w:tc>
          <w:tcPr>
            <w:tcW w:w="1558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57" w:type="dxa"/>
              <w:right w:w="0" w:type="dxa"/>
            </w:tcMar>
          </w:tcPr>
          <w:p w14:paraId="58E7CC9A" w14:textId="77777777" w:rsidR="003B378D" w:rsidRDefault="003B378D" w:rsidP="00FF5336">
            <w:pPr>
              <w:spacing w:after="120"/>
              <w:jc w:val="right"/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  <w:t>Datum:</w:t>
            </w:r>
          </w:p>
          <w:p w14:paraId="4FA11D7D" w14:textId="3C9F4BE5" w:rsidR="003B378D" w:rsidRPr="003B378D" w:rsidRDefault="00106501" w:rsidP="005C2849">
            <w:pPr>
              <w:jc w:val="right"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cs="Arial"/>
                  <w:bCs/>
                  <w:color w:val="000000" w:themeColor="text1"/>
                  <w:sz w:val="22"/>
                  <w:szCs w:val="22"/>
                </w:rPr>
                <w:alias w:val="Datum"/>
                <w:tag w:val="DatumCo"/>
                <w:id w:val="872964634"/>
                <w:text/>
              </w:sdtPr>
              <w:sdtEndPr/>
              <w:sdtContent>
                <w:r w:rsidR="00527FA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05</w:t>
                </w:r>
                <w:r w:rsidR="00D12ADE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/202</w:t>
                </w:r>
                <w:r w:rsidR="00527FA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4</w:t>
                </w:r>
              </w:sdtContent>
            </w:sdt>
          </w:p>
        </w:tc>
      </w:tr>
    </w:tbl>
    <w:p w14:paraId="43CC69EF" w14:textId="77777777" w:rsidR="00083CDD" w:rsidRDefault="00083CDD" w:rsidP="00113C96">
      <w:pPr>
        <w:jc w:val="center"/>
        <w:rPr>
          <w:color w:val="000000" w:themeColor="text1"/>
        </w:rPr>
      </w:pPr>
    </w:p>
    <w:p w14:paraId="1408D9DB" w14:textId="77777777" w:rsidR="00113C96" w:rsidRDefault="00113C96" w:rsidP="00113C96">
      <w:pPr>
        <w:jc w:val="center"/>
        <w:rPr>
          <w:color w:val="000000" w:themeColor="text1"/>
        </w:rPr>
      </w:pPr>
    </w:p>
    <w:p w14:paraId="329A6CD8" w14:textId="77777777" w:rsidR="00113C96" w:rsidRDefault="00113C96" w:rsidP="00113C96">
      <w:pPr>
        <w:jc w:val="center"/>
        <w:rPr>
          <w:color w:val="000000" w:themeColor="text1"/>
        </w:rPr>
      </w:pPr>
    </w:p>
    <w:sdt>
      <w:sdtPr>
        <w:rPr>
          <w:noProof/>
        </w:rPr>
        <w:alias w:val="Prostor pro ilustrace"/>
        <w:tag w:val="Prostor pro ilustrace"/>
        <w:id w:val="2044166723"/>
        <w:picture/>
      </w:sdtPr>
      <w:sdtEndPr/>
      <w:sdtContent>
        <w:p w14:paraId="694E5C7A" w14:textId="20C5C42D" w:rsidR="00C5703F" w:rsidRDefault="00527FAD" w:rsidP="00113C96">
          <w:pPr>
            <w:jc w:val="center"/>
            <w:rPr>
              <w:color w:val="000000" w:themeColor="text1"/>
            </w:rPr>
          </w:pPr>
          <w:r w:rsidRPr="00527FAD">
            <w:rPr>
              <w:noProof/>
            </w:rPr>
            <w:drawing>
              <wp:inline distT="0" distB="0" distL="0" distR="0" wp14:anchorId="5E03C178" wp14:editId="22A83F90">
                <wp:extent cx="2760946" cy="3533775"/>
                <wp:effectExtent l="0" t="0" r="1905" b="0"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6311" cy="35406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p w14:paraId="7E3EB57E" w14:textId="77777777" w:rsidR="00C5703F" w:rsidRDefault="00C5703F" w:rsidP="00113C96">
      <w:pPr>
        <w:jc w:val="center"/>
        <w:rPr>
          <w:color w:val="000000" w:themeColor="text1"/>
        </w:rPr>
      </w:pPr>
    </w:p>
    <w:p w14:paraId="46C5A8AC" w14:textId="77777777" w:rsidR="00837B86" w:rsidRDefault="00837B86" w:rsidP="00113C96">
      <w:pPr>
        <w:jc w:val="center"/>
        <w:rPr>
          <w:color w:val="000000" w:themeColor="text1"/>
        </w:rPr>
      </w:pPr>
    </w:p>
    <w:p w14:paraId="27E498BD" w14:textId="77777777" w:rsidR="00C5703F" w:rsidRPr="00F81B53" w:rsidRDefault="00C5703F" w:rsidP="00113C96">
      <w:pPr>
        <w:jc w:val="center"/>
        <w:rPr>
          <w:color w:val="000000" w:themeColor="text1"/>
        </w:rPr>
      </w:pPr>
    </w:p>
    <w:p w14:paraId="07C464BA" w14:textId="77777777" w:rsidR="00083CDD" w:rsidRPr="00F81B53" w:rsidRDefault="00083CDD">
      <w:pPr>
        <w:rPr>
          <w:color w:val="000000" w:themeColor="text1"/>
        </w:rPr>
        <w:sectPr w:rsidR="00083CDD" w:rsidRPr="00F81B53" w:rsidSect="007E461D">
          <w:headerReference w:type="first" r:id="rId9"/>
          <w:footerReference w:type="first" r:id="rId10"/>
          <w:type w:val="continuous"/>
          <w:pgSz w:w="11906" w:h="16838" w:code="9"/>
          <w:pgMar w:top="1134" w:right="1701" w:bottom="5387" w:left="1701" w:header="709" w:footer="709" w:gutter="0"/>
          <w:cols w:space="708"/>
          <w:titlePg/>
          <w:docGrid w:linePitch="360"/>
        </w:sectPr>
      </w:pPr>
    </w:p>
    <w:p w14:paraId="1458F3C9" w14:textId="77777777" w:rsidR="00E27980" w:rsidRPr="00F81B53" w:rsidRDefault="00E27980" w:rsidP="00E27980">
      <w:pPr>
        <w:rPr>
          <w:color w:val="000000" w:themeColor="text1"/>
          <w:sz w:val="16"/>
          <w:szCs w:val="16"/>
        </w:rPr>
      </w:pPr>
    </w:p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F81B53" w:rsidRPr="00F81B53" w14:paraId="4AEC22B5" w14:textId="77777777" w:rsidTr="00AA14F6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14:paraId="338D330C" w14:textId="77777777" w:rsidR="00532923" w:rsidRPr="00F81B53" w:rsidRDefault="0072059C" w:rsidP="0072059C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>
              <w:rPr>
                <w:bCs/>
                <w:color w:val="000000" w:themeColor="text1"/>
                <w:sz w:val="30"/>
                <w:szCs w:val="30"/>
              </w:rPr>
              <w:t>SEZNAM PŘÍLOH</w:t>
            </w:r>
          </w:p>
        </w:tc>
      </w:tr>
    </w:tbl>
    <w:p w14:paraId="5FFC614E" w14:textId="77777777" w:rsidR="006744BF" w:rsidRPr="00F81B53" w:rsidRDefault="006744BF" w:rsidP="00DD3884"/>
    <w:p w14:paraId="702DC839" w14:textId="77777777" w:rsidR="00F6635F" w:rsidRDefault="00F6635F" w:rsidP="00F6635F">
      <w:pPr>
        <w:tabs>
          <w:tab w:val="right" w:pos="8505"/>
        </w:tabs>
        <w:rPr>
          <w:bCs/>
          <w:color w:val="000000" w:themeColor="text1"/>
        </w:rPr>
      </w:pPr>
    </w:p>
    <w:tbl>
      <w:tblPr>
        <w:tblW w:w="87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7"/>
      </w:tblGrid>
      <w:tr w:rsidR="00527FAD" w:rsidRPr="00E10A68" w14:paraId="3EF0AA51" w14:textId="77777777" w:rsidTr="00283672">
        <w:trPr>
          <w:trHeight w:val="393"/>
        </w:trPr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C234" w14:textId="77777777" w:rsidR="00527FAD" w:rsidRDefault="00527FAD" w:rsidP="00C860CC">
            <w:pPr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bookmarkStart w:id="0" w:name="_Toc167240464"/>
            <w:bookmarkStart w:id="1" w:name="_Toc170478967"/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Technická zpráva</w:t>
            </w:r>
          </w:p>
          <w:p w14:paraId="393EF2AD" w14:textId="228AD242" w:rsidR="00527FAD" w:rsidRPr="00E10A68" w:rsidRDefault="00527FAD" w:rsidP="00C860CC">
            <w:pPr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27FAD" w:rsidRPr="00E10A68" w14:paraId="63A38DCD" w14:textId="77777777" w:rsidTr="00283672">
        <w:trPr>
          <w:trHeight w:val="393"/>
        </w:trPr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00E5C" w14:textId="09716E1E" w:rsidR="00527FAD" w:rsidRPr="00E10A68" w:rsidRDefault="00527FAD" w:rsidP="00527FAD">
            <w:pPr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03265">
              <w:t xml:space="preserve">1 </w:t>
            </w:r>
            <w:r w:rsidR="00283672">
              <w:t>Dopravní značení</w:t>
            </w:r>
          </w:p>
        </w:tc>
      </w:tr>
      <w:tr w:rsidR="00527FAD" w:rsidRPr="00E10A68" w14:paraId="2D618DD4" w14:textId="77777777" w:rsidTr="00283672">
        <w:trPr>
          <w:trHeight w:val="393"/>
        </w:trPr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C6D14" w14:textId="6FF055D4" w:rsidR="00527FAD" w:rsidRPr="008B4707" w:rsidRDefault="00283672" w:rsidP="00527FAD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2 </w:t>
            </w:r>
            <w:r w:rsidRPr="00283672">
              <w:rPr>
                <w:rFonts w:cs="Arial"/>
                <w:color w:val="000000"/>
              </w:rPr>
              <w:t>Obalové křivky – kloubový autobus, nákladní návěsová souprava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0"/>
      <w:bookmarkEnd w:id="1"/>
    </w:tbl>
    <w:p w14:paraId="2276CBA7" w14:textId="47CE1975" w:rsidR="008B4707" w:rsidRPr="008B4707" w:rsidRDefault="008B4707" w:rsidP="008B4707">
      <w:pPr>
        <w:jc w:val="left"/>
        <w:rPr>
          <w:rFonts w:ascii="Calibri" w:hAnsi="Calibri"/>
          <w:b/>
          <w:bCs/>
          <w:color w:val="000000"/>
          <w:sz w:val="24"/>
          <w:szCs w:val="24"/>
        </w:rPr>
      </w:pPr>
    </w:p>
    <w:sectPr w:rsidR="008B4707" w:rsidRPr="008B4707" w:rsidSect="007205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1833E" w14:textId="77777777" w:rsidR="00617AAF" w:rsidRDefault="00617AAF" w:rsidP="00207A11">
      <w:r>
        <w:separator/>
      </w:r>
    </w:p>
  </w:endnote>
  <w:endnote w:type="continuationSeparator" w:id="0">
    <w:p w14:paraId="3496BED4" w14:textId="77777777" w:rsidR="00617AAF" w:rsidRDefault="00617AAF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4"/>
      <w:gridCol w:w="2835"/>
      <w:gridCol w:w="2835"/>
    </w:tblGrid>
    <w:tr w:rsidR="00130FFB" w:rsidRPr="00AA14F6" w14:paraId="4A6509AE" w14:textId="77777777" w:rsidTr="00FE031B">
      <w:trPr>
        <w:trHeight w:val="2098"/>
        <w:jc w:val="center"/>
      </w:trPr>
      <w:tc>
        <w:tcPr>
          <w:tcW w:w="8504" w:type="dxa"/>
          <w:gridSpan w:val="3"/>
          <w:tcBorders>
            <w:top w:val="single" w:sz="4" w:space="0" w:color="auto"/>
          </w:tcBorders>
          <w:tcMar>
            <w:top w:w="113" w:type="dxa"/>
          </w:tcMar>
        </w:tcPr>
        <w:p w14:paraId="232767F2" w14:textId="29233B60" w:rsidR="00130FFB" w:rsidRDefault="00106501" w:rsidP="00FE031B">
          <w:pPr>
            <w:jc w:val="center"/>
            <w:rPr>
              <w:bCs/>
              <w:caps/>
              <w:color w:val="000000" w:themeColor="text1"/>
              <w:sz w:val="24"/>
              <w:szCs w:val="24"/>
            </w:rPr>
          </w:pPr>
          <w:sdt>
            <w:sdtPr>
              <w:rPr>
                <w:bCs/>
                <w:caps/>
                <w:color w:val="000000" w:themeColor="text1"/>
                <w:sz w:val="24"/>
                <w:szCs w:val="24"/>
              </w:rPr>
              <w:alias w:val="Objednatel (investor)"/>
              <w:tag w:val="OFirma"/>
              <w:id w:val="185799262"/>
              <w:text/>
            </w:sdtPr>
            <w:sdtEndPr/>
            <w:sdtContent>
              <w:r w:rsidR="00B372C9">
                <w:rPr>
                  <w:bCs/>
                  <w:caps/>
                  <w:color w:val="000000" w:themeColor="text1"/>
                  <w:sz w:val="24"/>
                  <w:szCs w:val="24"/>
                </w:rPr>
                <w:t xml:space="preserve">Statutární město </w:t>
              </w:r>
              <w:r w:rsidR="00527FAD">
                <w:rPr>
                  <w:bCs/>
                  <w:caps/>
                  <w:color w:val="000000" w:themeColor="text1"/>
                  <w:sz w:val="24"/>
                  <w:szCs w:val="24"/>
                </w:rPr>
                <w:t>Brno</w:t>
              </w:r>
            </w:sdtContent>
          </w:sdt>
        </w:p>
        <w:sdt>
          <w:sdtPr>
            <w:rPr>
              <w:noProof/>
            </w:rPr>
            <w:alias w:val="Prostor pro identifikaci objednatele nebo jiné bližší určení"/>
            <w:id w:val="2049027254"/>
            <w:picture/>
          </w:sdtPr>
          <w:sdtEndPr/>
          <w:sdtContent>
            <w:p w14:paraId="39CB616B" w14:textId="75225726" w:rsidR="00130FFB" w:rsidRPr="00C5703F" w:rsidRDefault="00527FAD" w:rsidP="00FE031B">
              <w:pPr>
                <w:jc w:val="center"/>
                <w:rPr>
                  <w:caps/>
                  <w:color w:val="000000" w:themeColor="text1"/>
                  <w:sz w:val="24"/>
                  <w:szCs w:val="24"/>
                </w:rPr>
              </w:pPr>
              <w:r w:rsidRPr="00527FAD">
                <w:rPr>
                  <w:noProof/>
                </w:rPr>
                <w:drawing>
                  <wp:inline distT="0" distB="0" distL="0" distR="0" wp14:anchorId="41764823" wp14:editId="71BA3FF4">
                    <wp:extent cx="3543300" cy="1343025"/>
                    <wp:effectExtent l="0" t="0" r="0" b="9525"/>
                    <wp:docPr id="1" name="Obráze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43300" cy="1343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</w:tr>
    <w:tr w:rsidR="00130FFB" w:rsidRPr="00AA14F6" w14:paraId="51AE15F3" w14:textId="77777777" w:rsidTr="00FE031B">
      <w:trPr>
        <w:trHeight w:val="851"/>
        <w:jc w:val="center"/>
      </w:trPr>
      <w:tc>
        <w:tcPr>
          <w:tcW w:w="2834" w:type="dxa"/>
          <w:tcMar>
            <w:left w:w="113" w:type="dxa"/>
            <w:bottom w:w="113" w:type="dxa"/>
          </w:tcMar>
          <w:vAlign w:val="bottom"/>
        </w:tcPr>
        <w:p w14:paraId="213140D0" w14:textId="77777777" w:rsidR="00130FFB" w:rsidRPr="0037186F" w:rsidRDefault="00130FFB" w:rsidP="00FE031B">
          <w:pPr>
            <w:jc w:val="center"/>
            <w:rPr>
              <w:color w:val="000000" w:themeColor="text1"/>
              <w:sz w:val="12"/>
            </w:rPr>
          </w:pPr>
        </w:p>
      </w:tc>
      <w:tc>
        <w:tcPr>
          <w:tcW w:w="2835" w:type="dxa"/>
          <w:tcMar>
            <w:left w:w="113" w:type="dxa"/>
            <w:bottom w:w="113" w:type="dxa"/>
          </w:tcMar>
          <w:vAlign w:val="bottom"/>
        </w:tcPr>
        <w:p w14:paraId="799034EA" w14:textId="77777777" w:rsidR="00130FFB" w:rsidRPr="00C5703F" w:rsidRDefault="00130FFB" w:rsidP="00FE031B">
          <w:pPr>
            <w:jc w:val="center"/>
            <w:rPr>
              <w:b/>
              <w:color w:val="000000" w:themeColor="text1"/>
              <w:sz w:val="12"/>
            </w:rPr>
          </w:pPr>
          <w:r>
            <w:rPr>
              <w:noProof/>
              <w:color w:val="000000" w:themeColor="text1"/>
            </w:rPr>
            <mc:AlternateContent>
              <mc:Choice Requires="wpc">
                <w:drawing>
                  <wp:inline distT="0" distB="0" distL="0" distR="0" wp14:anchorId="5BEACC14" wp14:editId="59A3F9C0">
                    <wp:extent cx="1080135" cy="314960"/>
                    <wp:effectExtent l="0" t="0" r="5715" b="8890"/>
                    <wp:docPr id="247" name="Plátno 24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235" name="Freeform 2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801326" y="42128"/>
                                <a:ext cx="278809" cy="271829"/>
                              </a:xfrm>
                              <a:custGeom>
                                <a:avLst/>
                                <a:gdLst>
                                  <a:gd name="T0" fmla="*/ 444 w 556"/>
                                  <a:gd name="T1" fmla="*/ 423 h 543"/>
                                  <a:gd name="T2" fmla="*/ 444 w 556"/>
                                  <a:gd name="T3" fmla="*/ 477 h 543"/>
                                  <a:gd name="T4" fmla="*/ 112 w 556"/>
                                  <a:gd name="T5" fmla="*/ 477 h 543"/>
                                  <a:gd name="T6" fmla="*/ 112 w 556"/>
                                  <a:gd name="T7" fmla="*/ 423 h 543"/>
                                  <a:gd name="T8" fmla="*/ 276 w 556"/>
                                  <a:gd name="T9" fmla="*/ 256 h 543"/>
                                  <a:gd name="T10" fmla="*/ 444 w 556"/>
                                  <a:gd name="T11" fmla="*/ 423 h 543"/>
                                  <a:gd name="T12" fmla="*/ 556 w 556"/>
                                  <a:gd name="T13" fmla="*/ 181 h 543"/>
                                  <a:gd name="T14" fmla="*/ 353 w 556"/>
                                  <a:gd name="T15" fmla="*/ 181 h 543"/>
                                  <a:gd name="T16" fmla="*/ 485 w 556"/>
                                  <a:gd name="T17" fmla="*/ 49 h 543"/>
                                  <a:gd name="T18" fmla="*/ 436 w 556"/>
                                  <a:gd name="T19" fmla="*/ 4 h 543"/>
                                  <a:gd name="T20" fmla="*/ 276 w 556"/>
                                  <a:gd name="T21" fmla="*/ 165 h 543"/>
                                  <a:gd name="T22" fmla="*/ 114 w 556"/>
                                  <a:gd name="T23" fmla="*/ 0 h 543"/>
                                  <a:gd name="T24" fmla="*/ 69 w 556"/>
                                  <a:gd name="T25" fmla="*/ 47 h 543"/>
                                  <a:gd name="T26" fmla="*/ 201 w 556"/>
                                  <a:gd name="T27" fmla="*/ 181 h 543"/>
                                  <a:gd name="T28" fmla="*/ 0 w 556"/>
                                  <a:gd name="T29" fmla="*/ 181 h 543"/>
                                  <a:gd name="T30" fmla="*/ 0 w 556"/>
                                  <a:gd name="T31" fmla="*/ 243 h 543"/>
                                  <a:gd name="T32" fmla="*/ 201 w 556"/>
                                  <a:gd name="T33" fmla="*/ 243 h 543"/>
                                  <a:gd name="T34" fmla="*/ 46 w 556"/>
                                  <a:gd name="T35" fmla="*/ 396 h 543"/>
                                  <a:gd name="T36" fmla="*/ 46 w 556"/>
                                  <a:gd name="T37" fmla="*/ 543 h 543"/>
                                  <a:gd name="T38" fmla="*/ 508 w 556"/>
                                  <a:gd name="T39" fmla="*/ 543 h 543"/>
                                  <a:gd name="T40" fmla="*/ 508 w 556"/>
                                  <a:gd name="T41" fmla="*/ 396 h 543"/>
                                  <a:gd name="T42" fmla="*/ 353 w 556"/>
                                  <a:gd name="T43" fmla="*/ 243 h 543"/>
                                  <a:gd name="T44" fmla="*/ 556 w 556"/>
                                  <a:gd name="T45" fmla="*/ 243 h 543"/>
                                  <a:gd name="T46" fmla="*/ 556 w 556"/>
                                  <a:gd name="T47" fmla="*/ 181 h 5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556" h="543">
                                    <a:moveTo>
                                      <a:pt x="444" y="423"/>
                                    </a:moveTo>
                                    <a:lnTo>
                                      <a:pt x="444" y="477"/>
                                    </a:lnTo>
                                    <a:lnTo>
                                      <a:pt x="112" y="477"/>
                                    </a:lnTo>
                                    <a:lnTo>
                                      <a:pt x="112" y="423"/>
                                    </a:lnTo>
                                    <a:lnTo>
                                      <a:pt x="276" y="256"/>
                                    </a:lnTo>
                                    <a:lnTo>
                                      <a:pt x="444" y="423"/>
                                    </a:lnTo>
                                    <a:close/>
                                    <a:moveTo>
                                      <a:pt x="556" y="181"/>
                                    </a:moveTo>
                                    <a:lnTo>
                                      <a:pt x="353" y="181"/>
                                    </a:lnTo>
                                    <a:lnTo>
                                      <a:pt x="485" y="49"/>
                                    </a:lnTo>
                                    <a:lnTo>
                                      <a:pt x="436" y="4"/>
                                    </a:lnTo>
                                    <a:lnTo>
                                      <a:pt x="276" y="165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69" y="47"/>
                                    </a:lnTo>
                                    <a:lnTo>
                                      <a:pt x="201" y="181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0" y="243"/>
                                    </a:lnTo>
                                    <a:lnTo>
                                      <a:pt x="201" y="243"/>
                                    </a:lnTo>
                                    <a:lnTo>
                                      <a:pt x="46" y="396"/>
                                    </a:lnTo>
                                    <a:lnTo>
                                      <a:pt x="46" y="543"/>
                                    </a:lnTo>
                                    <a:lnTo>
                                      <a:pt x="508" y="543"/>
                                    </a:lnTo>
                                    <a:lnTo>
                                      <a:pt x="508" y="396"/>
                                    </a:lnTo>
                                    <a:lnTo>
                                      <a:pt x="353" y="243"/>
                                    </a:lnTo>
                                    <a:lnTo>
                                      <a:pt x="556" y="243"/>
                                    </a:lnTo>
                                    <a:lnTo>
                                      <a:pt x="556" y="1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6" name="Freeform 211"/>
                            <wps:cNvSpPr>
                              <a:spLocks/>
                            </wps:cNvSpPr>
                            <wps:spPr bwMode="auto">
                              <a:xfrm>
                                <a:off x="907634" y="0"/>
                                <a:ext cx="66192" cy="66202"/>
                              </a:xfrm>
                              <a:custGeom>
                                <a:avLst/>
                                <a:gdLst>
                                  <a:gd name="T0" fmla="*/ 131 w 131"/>
                                  <a:gd name="T1" fmla="*/ 66 h 132"/>
                                  <a:gd name="T2" fmla="*/ 131 w 131"/>
                                  <a:gd name="T3" fmla="*/ 66 h 132"/>
                                  <a:gd name="T4" fmla="*/ 130 w 131"/>
                                  <a:gd name="T5" fmla="*/ 79 h 132"/>
                                  <a:gd name="T6" fmla="*/ 126 w 131"/>
                                  <a:gd name="T7" fmla="*/ 93 h 132"/>
                                  <a:gd name="T8" fmla="*/ 120 w 131"/>
                                  <a:gd name="T9" fmla="*/ 103 h 132"/>
                                  <a:gd name="T10" fmla="*/ 112 w 131"/>
                                  <a:gd name="T11" fmla="*/ 112 h 132"/>
                                  <a:gd name="T12" fmla="*/ 103 w 131"/>
                                  <a:gd name="T13" fmla="*/ 120 h 132"/>
                                  <a:gd name="T14" fmla="*/ 91 w 131"/>
                                  <a:gd name="T15" fmla="*/ 128 h 132"/>
                                  <a:gd name="T16" fmla="*/ 79 w 131"/>
                                  <a:gd name="T17" fmla="*/ 132 h 132"/>
                                  <a:gd name="T18" fmla="*/ 66 w 131"/>
                                  <a:gd name="T19" fmla="*/ 132 h 132"/>
                                  <a:gd name="T20" fmla="*/ 66 w 131"/>
                                  <a:gd name="T21" fmla="*/ 132 h 132"/>
                                  <a:gd name="T22" fmla="*/ 52 w 131"/>
                                  <a:gd name="T23" fmla="*/ 132 h 132"/>
                                  <a:gd name="T24" fmla="*/ 41 w 131"/>
                                  <a:gd name="T25" fmla="*/ 128 h 132"/>
                                  <a:gd name="T26" fmla="*/ 29 w 131"/>
                                  <a:gd name="T27" fmla="*/ 120 h 132"/>
                                  <a:gd name="T28" fmla="*/ 19 w 131"/>
                                  <a:gd name="T29" fmla="*/ 112 h 132"/>
                                  <a:gd name="T30" fmla="*/ 12 w 131"/>
                                  <a:gd name="T31" fmla="*/ 103 h 132"/>
                                  <a:gd name="T32" fmla="*/ 6 w 131"/>
                                  <a:gd name="T33" fmla="*/ 93 h 132"/>
                                  <a:gd name="T34" fmla="*/ 2 w 131"/>
                                  <a:gd name="T35" fmla="*/ 79 h 132"/>
                                  <a:gd name="T36" fmla="*/ 0 w 131"/>
                                  <a:gd name="T37" fmla="*/ 66 h 132"/>
                                  <a:gd name="T38" fmla="*/ 0 w 131"/>
                                  <a:gd name="T39" fmla="*/ 66 h 132"/>
                                  <a:gd name="T40" fmla="*/ 2 w 131"/>
                                  <a:gd name="T41" fmla="*/ 52 h 132"/>
                                  <a:gd name="T42" fmla="*/ 6 w 131"/>
                                  <a:gd name="T43" fmla="*/ 41 h 132"/>
                                  <a:gd name="T44" fmla="*/ 12 w 131"/>
                                  <a:gd name="T45" fmla="*/ 29 h 132"/>
                                  <a:gd name="T46" fmla="*/ 19 w 131"/>
                                  <a:gd name="T47" fmla="*/ 19 h 132"/>
                                  <a:gd name="T48" fmla="*/ 29 w 131"/>
                                  <a:gd name="T49" fmla="*/ 12 h 132"/>
                                  <a:gd name="T50" fmla="*/ 41 w 131"/>
                                  <a:gd name="T51" fmla="*/ 6 h 132"/>
                                  <a:gd name="T52" fmla="*/ 52 w 131"/>
                                  <a:gd name="T53" fmla="*/ 2 h 132"/>
                                  <a:gd name="T54" fmla="*/ 66 w 131"/>
                                  <a:gd name="T55" fmla="*/ 0 h 132"/>
                                  <a:gd name="T56" fmla="*/ 66 w 131"/>
                                  <a:gd name="T57" fmla="*/ 0 h 132"/>
                                  <a:gd name="T58" fmla="*/ 79 w 131"/>
                                  <a:gd name="T59" fmla="*/ 2 h 132"/>
                                  <a:gd name="T60" fmla="*/ 91 w 131"/>
                                  <a:gd name="T61" fmla="*/ 6 h 132"/>
                                  <a:gd name="T62" fmla="*/ 103 w 131"/>
                                  <a:gd name="T63" fmla="*/ 12 h 132"/>
                                  <a:gd name="T64" fmla="*/ 112 w 131"/>
                                  <a:gd name="T65" fmla="*/ 19 h 132"/>
                                  <a:gd name="T66" fmla="*/ 120 w 131"/>
                                  <a:gd name="T67" fmla="*/ 29 h 132"/>
                                  <a:gd name="T68" fmla="*/ 126 w 131"/>
                                  <a:gd name="T69" fmla="*/ 41 h 132"/>
                                  <a:gd name="T70" fmla="*/ 130 w 131"/>
                                  <a:gd name="T71" fmla="*/ 52 h 132"/>
                                  <a:gd name="T72" fmla="*/ 131 w 131"/>
                                  <a:gd name="T73" fmla="*/ 66 h 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31" h="132">
                                    <a:moveTo>
                                      <a:pt x="131" y="66"/>
                                    </a:moveTo>
                                    <a:lnTo>
                                      <a:pt x="131" y="66"/>
                                    </a:lnTo>
                                    <a:lnTo>
                                      <a:pt x="130" y="79"/>
                                    </a:lnTo>
                                    <a:lnTo>
                                      <a:pt x="126" y="93"/>
                                    </a:lnTo>
                                    <a:lnTo>
                                      <a:pt x="120" y="103"/>
                                    </a:lnTo>
                                    <a:lnTo>
                                      <a:pt x="112" y="112"/>
                                    </a:lnTo>
                                    <a:lnTo>
                                      <a:pt x="103" y="120"/>
                                    </a:lnTo>
                                    <a:lnTo>
                                      <a:pt x="91" y="128"/>
                                    </a:lnTo>
                                    <a:lnTo>
                                      <a:pt x="79" y="132"/>
                                    </a:lnTo>
                                    <a:lnTo>
                                      <a:pt x="66" y="132"/>
                                    </a:lnTo>
                                    <a:lnTo>
                                      <a:pt x="52" y="132"/>
                                    </a:lnTo>
                                    <a:lnTo>
                                      <a:pt x="41" y="128"/>
                                    </a:lnTo>
                                    <a:lnTo>
                                      <a:pt x="29" y="120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6" y="93"/>
                                    </a:lnTo>
                                    <a:lnTo>
                                      <a:pt x="2" y="79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" y="52"/>
                                    </a:lnTo>
                                    <a:lnTo>
                                      <a:pt x="6" y="41"/>
                                    </a:lnTo>
                                    <a:lnTo>
                                      <a:pt x="12" y="2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29" y="12"/>
                                    </a:lnTo>
                                    <a:lnTo>
                                      <a:pt x="41" y="6"/>
                                    </a:lnTo>
                                    <a:lnTo>
                                      <a:pt x="52" y="2"/>
                                    </a:lnTo>
                                    <a:lnTo>
                                      <a:pt x="66" y="0"/>
                                    </a:lnTo>
                                    <a:lnTo>
                                      <a:pt x="79" y="2"/>
                                    </a:lnTo>
                                    <a:lnTo>
                                      <a:pt x="91" y="6"/>
                                    </a:lnTo>
                                    <a:lnTo>
                                      <a:pt x="103" y="12"/>
                                    </a:lnTo>
                                    <a:lnTo>
                                      <a:pt x="112" y="19"/>
                                    </a:lnTo>
                                    <a:lnTo>
                                      <a:pt x="120" y="29"/>
                                    </a:lnTo>
                                    <a:lnTo>
                                      <a:pt x="126" y="41"/>
                                    </a:lnTo>
                                    <a:lnTo>
                                      <a:pt x="130" y="52"/>
                                    </a:lnTo>
                                    <a:lnTo>
                                      <a:pt x="131" y="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002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7" name="Freeform 212"/>
                            <wps:cNvSpPr>
                              <a:spLocks/>
                            </wps:cNvSpPr>
                            <wps:spPr bwMode="auto">
                              <a:xfrm>
                                <a:off x="907634" y="0"/>
                                <a:ext cx="66192" cy="66202"/>
                              </a:xfrm>
                              <a:custGeom>
                                <a:avLst/>
                                <a:gdLst>
                                  <a:gd name="T0" fmla="*/ 131 w 131"/>
                                  <a:gd name="T1" fmla="*/ 66 h 132"/>
                                  <a:gd name="T2" fmla="*/ 131 w 131"/>
                                  <a:gd name="T3" fmla="*/ 66 h 132"/>
                                  <a:gd name="T4" fmla="*/ 130 w 131"/>
                                  <a:gd name="T5" fmla="*/ 79 h 132"/>
                                  <a:gd name="T6" fmla="*/ 126 w 131"/>
                                  <a:gd name="T7" fmla="*/ 93 h 132"/>
                                  <a:gd name="T8" fmla="*/ 120 w 131"/>
                                  <a:gd name="T9" fmla="*/ 103 h 132"/>
                                  <a:gd name="T10" fmla="*/ 112 w 131"/>
                                  <a:gd name="T11" fmla="*/ 112 h 132"/>
                                  <a:gd name="T12" fmla="*/ 103 w 131"/>
                                  <a:gd name="T13" fmla="*/ 120 h 132"/>
                                  <a:gd name="T14" fmla="*/ 91 w 131"/>
                                  <a:gd name="T15" fmla="*/ 128 h 132"/>
                                  <a:gd name="T16" fmla="*/ 79 w 131"/>
                                  <a:gd name="T17" fmla="*/ 132 h 132"/>
                                  <a:gd name="T18" fmla="*/ 66 w 131"/>
                                  <a:gd name="T19" fmla="*/ 132 h 132"/>
                                  <a:gd name="T20" fmla="*/ 66 w 131"/>
                                  <a:gd name="T21" fmla="*/ 132 h 132"/>
                                  <a:gd name="T22" fmla="*/ 52 w 131"/>
                                  <a:gd name="T23" fmla="*/ 132 h 132"/>
                                  <a:gd name="T24" fmla="*/ 41 w 131"/>
                                  <a:gd name="T25" fmla="*/ 128 h 132"/>
                                  <a:gd name="T26" fmla="*/ 29 w 131"/>
                                  <a:gd name="T27" fmla="*/ 120 h 132"/>
                                  <a:gd name="T28" fmla="*/ 19 w 131"/>
                                  <a:gd name="T29" fmla="*/ 112 h 132"/>
                                  <a:gd name="T30" fmla="*/ 12 w 131"/>
                                  <a:gd name="T31" fmla="*/ 103 h 132"/>
                                  <a:gd name="T32" fmla="*/ 6 w 131"/>
                                  <a:gd name="T33" fmla="*/ 93 h 132"/>
                                  <a:gd name="T34" fmla="*/ 2 w 131"/>
                                  <a:gd name="T35" fmla="*/ 79 h 132"/>
                                  <a:gd name="T36" fmla="*/ 0 w 131"/>
                                  <a:gd name="T37" fmla="*/ 66 h 132"/>
                                  <a:gd name="T38" fmla="*/ 0 w 131"/>
                                  <a:gd name="T39" fmla="*/ 66 h 132"/>
                                  <a:gd name="T40" fmla="*/ 2 w 131"/>
                                  <a:gd name="T41" fmla="*/ 52 h 132"/>
                                  <a:gd name="T42" fmla="*/ 6 w 131"/>
                                  <a:gd name="T43" fmla="*/ 41 h 132"/>
                                  <a:gd name="T44" fmla="*/ 12 w 131"/>
                                  <a:gd name="T45" fmla="*/ 29 h 132"/>
                                  <a:gd name="T46" fmla="*/ 19 w 131"/>
                                  <a:gd name="T47" fmla="*/ 19 h 132"/>
                                  <a:gd name="T48" fmla="*/ 29 w 131"/>
                                  <a:gd name="T49" fmla="*/ 12 h 132"/>
                                  <a:gd name="T50" fmla="*/ 41 w 131"/>
                                  <a:gd name="T51" fmla="*/ 6 h 132"/>
                                  <a:gd name="T52" fmla="*/ 52 w 131"/>
                                  <a:gd name="T53" fmla="*/ 2 h 132"/>
                                  <a:gd name="T54" fmla="*/ 66 w 131"/>
                                  <a:gd name="T55" fmla="*/ 0 h 132"/>
                                  <a:gd name="T56" fmla="*/ 66 w 131"/>
                                  <a:gd name="T57" fmla="*/ 0 h 132"/>
                                  <a:gd name="T58" fmla="*/ 79 w 131"/>
                                  <a:gd name="T59" fmla="*/ 2 h 132"/>
                                  <a:gd name="T60" fmla="*/ 91 w 131"/>
                                  <a:gd name="T61" fmla="*/ 6 h 132"/>
                                  <a:gd name="T62" fmla="*/ 103 w 131"/>
                                  <a:gd name="T63" fmla="*/ 12 h 132"/>
                                  <a:gd name="T64" fmla="*/ 112 w 131"/>
                                  <a:gd name="T65" fmla="*/ 19 h 132"/>
                                  <a:gd name="T66" fmla="*/ 120 w 131"/>
                                  <a:gd name="T67" fmla="*/ 29 h 132"/>
                                  <a:gd name="T68" fmla="*/ 126 w 131"/>
                                  <a:gd name="T69" fmla="*/ 41 h 132"/>
                                  <a:gd name="T70" fmla="*/ 130 w 131"/>
                                  <a:gd name="T71" fmla="*/ 52 h 132"/>
                                  <a:gd name="T72" fmla="*/ 131 w 131"/>
                                  <a:gd name="T73" fmla="*/ 66 h 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31" h="132">
                                    <a:moveTo>
                                      <a:pt x="131" y="66"/>
                                    </a:moveTo>
                                    <a:lnTo>
                                      <a:pt x="131" y="66"/>
                                    </a:lnTo>
                                    <a:lnTo>
                                      <a:pt x="130" y="79"/>
                                    </a:lnTo>
                                    <a:lnTo>
                                      <a:pt x="126" y="93"/>
                                    </a:lnTo>
                                    <a:lnTo>
                                      <a:pt x="120" y="103"/>
                                    </a:lnTo>
                                    <a:lnTo>
                                      <a:pt x="112" y="112"/>
                                    </a:lnTo>
                                    <a:lnTo>
                                      <a:pt x="103" y="120"/>
                                    </a:lnTo>
                                    <a:lnTo>
                                      <a:pt x="91" y="128"/>
                                    </a:lnTo>
                                    <a:lnTo>
                                      <a:pt x="79" y="132"/>
                                    </a:lnTo>
                                    <a:lnTo>
                                      <a:pt x="66" y="132"/>
                                    </a:lnTo>
                                    <a:lnTo>
                                      <a:pt x="52" y="132"/>
                                    </a:lnTo>
                                    <a:lnTo>
                                      <a:pt x="41" y="128"/>
                                    </a:lnTo>
                                    <a:lnTo>
                                      <a:pt x="29" y="120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6" y="93"/>
                                    </a:lnTo>
                                    <a:lnTo>
                                      <a:pt x="2" y="79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" y="52"/>
                                    </a:lnTo>
                                    <a:lnTo>
                                      <a:pt x="6" y="41"/>
                                    </a:lnTo>
                                    <a:lnTo>
                                      <a:pt x="12" y="2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29" y="12"/>
                                    </a:lnTo>
                                    <a:lnTo>
                                      <a:pt x="41" y="6"/>
                                    </a:lnTo>
                                    <a:lnTo>
                                      <a:pt x="52" y="2"/>
                                    </a:lnTo>
                                    <a:lnTo>
                                      <a:pt x="66" y="0"/>
                                    </a:lnTo>
                                    <a:lnTo>
                                      <a:pt x="79" y="2"/>
                                    </a:lnTo>
                                    <a:lnTo>
                                      <a:pt x="91" y="6"/>
                                    </a:lnTo>
                                    <a:lnTo>
                                      <a:pt x="103" y="12"/>
                                    </a:lnTo>
                                    <a:lnTo>
                                      <a:pt x="112" y="19"/>
                                    </a:lnTo>
                                    <a:lnTo>
                                      <a:pt x="120" y="29"/>
                                    </a:lnTo>
                                    <a:lnTo>
                                      <a:pt x="126" y="41"/>
                                    </a:lnTo>
                                    <a:lnTo>
                                      <a:pt x="130" y="52"/>
                                    </a:lnTo>
                                    <a:lnTo>
                                      <a:pt x="131" y="66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" name="Freeform 21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01747" y="178544"/>
                                <a:ext cx="133387" cy="136416"/>
                              </a:xfrm>
                              <a:custGeom>
                                <a:avLst/>
                                <a:gdLst>
                                  <a:gd name="T0" fmla="*/ 133 w 266"/>
                                  <a:gd name="T1" fmla="*/ 0 h 271"/>
                                  <a:gd name="T2" fmla="*/ 162 w 266"/>
                                  <a:gd name="T3" fmla="*/ 2 h 271"/>
                                  <a:gd name="T4" fmla="*/ 189 w 266"/>
                                  <a:gd name="T5" fmla="*/ 7 h 271"/>
                                  <a:gd name="T6" fmla="*/ 212 w 266"/>
                                  <a:gd name="T7" fmla="*/ 19 h 271"/>
                                  <a:gd name="T8" fmla="*/ 231 w 266"/>
                                  <a:gd name="T9" fmla="*/ 35 h 271"/>
                                  <a:gd name="T10" fmla="*/ 247 w 266"/>
                                  <a:gd name="T11" fmla="*/ 54 h 271"/>
                                  <a:gd name="T12" fmla="*/ 257 w 266"/>
                                  <a:gd name="T13" fmla="*/ 77 h 271"/>
                                  <a:gd name="T14" fmla="*/ 262 w 266"/>
                                  <a:gd name="T15" fmla="*/ 104 h 271"/>
                                  <a:gd name="T16" fmla="*/ 266 w 266"/>
                                  <a:gd name="T17" fmla="*/ 135 h 271"/>
                                  <a:gd name="T18" fmla="*/ 260 w 266"/>
                                  <a:gd name="T19" fmla="*/ 180 h 271"/>
                                  <a:gd name="T20" fmla="*/ 253 w 266"/>
                                  <a:gd name="T21" fmla="*/ 205 h 271"/>
                                  <a:gd name="T22" fmla="*/ 239 w 266"/>
                                  <a:gd name="T23" fmla="*/ 226 h 271"/>
                                  <a:gd name="T24" fmla="*/ 222 w 266"/>
                                  <a:gd name="T25" fmla="*/ 244 h 271"/>
                                  <a:gd name="T26" fmla="*/ 203 w 266"/>
                                  <a:gd name="T27" fmla="*/ 257 h 271"/>
                                  <a:gd name="T28" fmla="*/ 177 w 266"/>
                                  <a:gd name="T29" fmla="*/ 267 h 271"/>
                                  <a:gd name="T30" fmla="*/ 148 w 266"/>
                                  <a:gd name="T31" fmla="*/ 271 h 271"/>
                                  <a:gd name="T32" fmla="*/ 133 w 266"/>
                                  <a:gd name="T33" fmla="*/ 271 h 271"/>
                                  <a:gd name="T34" fmla="*/ 102 w 266"/>
                                  <a:gd name="T35" fmla="*/ 269 h 271"/>
                                  <a:gd name="T36" fmla="*/ 75 w 266"/>
                                  <a:gd name="T37" fmla="*/ 263 h 271"/>
                                  <a:gd name="T38" fmla="*/ 52 w 266"/>
                                  <a:gd name="T39" fmla="*/ 252 h 271"/>
                                  <a:gd name="T40" fmla="*/ 33 w 266"/>
                                  <a:gd name="T41" fmla="*/ 236 h 271"/>
                                  <a:gd name="T42" fmla="*/ 19 w 266"/>
                                  <a:gd name="T43" fmla="*/ 215 h 271"/>
                                  <a:gd name="T44" fmla="*/ 7 w 266"/>
                                  <a:gd name="T45" fmla="*/ 192 h 271"/>
                                  <a:gd name="T46" fmla="*/ 2 w 266"/>
                                  <a:gd name="T47" fmla="*/ 166 h 271"/>
                                  <a:gd name="T48" fmla="*/ 0 w 266"/>
                                  <a:gd name="T49" fmla="*/ 135 h 271"/>
                                  <a:gd name="T50" fmla="*/ 4 w 266"/>
                                  <a:gd name="T51" fmla="*/ 91 h 271"/>
                                  <a:gd name="T52" fmla="*/ 13 w 266"/>
                                  <a:gd name="T53" fmla="*/ 66 h 271"/>
                                  <a:gd name="T54" fmla="*/ 25 w 266"/>
                                  <a:gd name="T55" fmla="*/ 44 h 271"/>
                                  <a:gd name="T56" fmla="*/ 42 w 266"/>
                                  <a:gd name="T57" fmla="*/ 27 h 271"/>
                                  <a:gd name="T58" fmla="*/ 63 w 266"/>
                                  <a:gd name="T59" fmla="*/ 13 h 271"/>
                                  <a:gd name="T60" fmla="*/ 89 w 266"/>
                                  <a:gd name="T61" fmla="*/ 4 h 271"/>
                                  <a:gd name="T62" fmla="*/ 116 w 266"/>
                                  <a:gd name="T63" fmla="*/ 0 h 271"/>
                                  <a:gd name="T64" fmla="*/ 133 w 266"/>
                                  <a:gd name="T65" fmla="*/ 219 h 271"/>
                                  <a:gd name="T66" fmla="*/ 146 w 266"/>
                                  <a:gd name="T67" fmla="*/ 219 h 271"/>
                                  <a:gd name="T68" fmla="*/ 170 w 266"/>
                                  <a:gd name="T69" fmla="*/ 205 h 271"/>
                                  <a:gd name="T70" fmla="*/ 183 w 266"/>
                                  <a:gd name="T71" fmla="*/ 182 h 271"/>
                                  <a:gd name="T72" fmla="*/ 189 w 266"/>
                                  <a:gd name="T73" fmla="*/ 151 h 271"/>
                                  <a:gd name="T74" fmla="*/ 191 w 266"/>
                                  <a:gd name="T75" fmla="*/ 135 h 271"/>
                                  <a:gd name="T76" fmla="*/ 187 w 266"/>
                                  <a:gd name="T77" fmla="*/ 102 h 271"/>
                                  <a:gd name="T78" fmla="*/ 177 w 266"/>
                                  <a:gd name="T79" fmla="*/ 75 h 271"/>
                                  <a:gd name="T80" fmla="*/ 160 w 266"/>
                                  <a:gd name="T81" fmla="*/ 58 h 271"/>
                                  <a:gd name="T82" fmla="*/ 133 w 266"/>
                                  <a:gd name="T83" fmla="*/ 52 h 271"/>
                                  <a:gd name="T84" fmla="*/ 118 w 266"/>
                                  <a:gd name="T85" fmla="*/ 52 h 271"/>
                                  <a:gd name="T86" fmla="*/ 94 w 266"/>
                                  <a:gd name="T87" fmla="*/ 66 h 271"/>
                                  <a:gd name="T88" fmla="*/ 79 w 266"/>
                                  <a:gd name="T89" fmla="*/ 89 h 271"/>
                                  <a:gd name="T90" fmla="*/ 73 w 266"/>
                                  <a:gd name="T91" fmla="*/ 118 h 271"/>
                                  <a:gd name="T92" fmla="*/ 71 w 266"/>
                                  <a:gd name="T93" fmla="*/ 135 h 271"/>
                                  <a:gd name="T94" fmla="*/ 75 w 266"/>
                                  <a:gd name="T95" fmla="*/ 166 h 271"/>
                                  <a:gd name="T96" fmla="*/ 85 w 266"/>
                                  <a:gd name="T97" fmla="*/ 193 h 271"/>
                                  <a:gd name="T98" fmla="*/ 104 w 266"/>
                                  <a:gd name="T99" fmla="*/ 213 h 271"/>
                                  <a:gd name="T100" fmla="*/ 133 w 266"/>
                                  <a:gd name="T101" fmla="*/ 219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66" h="271">
                                    <a:moveTo>
                                      <a:pt x="133" y="0"/>
                                    </a:moveTo>
                                    <a:lnTo>
                                      <a:pt x="133" y="0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62" y="2"/>
                                    </a:lnTo>
                                    <a:lnTo>
                                      <a:pt x="177" y="4"/>
                                    </a:lnTo>
                                    <a:lnTo>
                                      <a:pt x="189" y="7"/>
                                    </a:lnTo>
                                    <a:lnTo>
                                      <a:pt x="203" y="13"/>
                                    </a:lnTo>
                                    <a:lnTo>
                                      <a:pt x="212" y="19"/>
                                    </a:lnTo>
                                    <a:lnTo>
                                      <a:pt x="222" y="27"/>
                                    </a:lnTo>
                                    <a:lnTo>
                                      <a:pt x="231" y="35"/>
                                    </a:lnTo>
                                    <a:lnTo>
                                      <a:pt x="239" y="44"/>
                                    </a:lnTo>
                                    <a:lnTo>
                                      <a:pt x="247" y="54"/>
                                    </a:lnTo>
                                    <a:lnTo>
                                      <a:pt x="253" y="66"/>
                                    </a:lnTo>
                                    <a:lnTo>
                                      <a:pt x="257" y="77"/>
                                    </a:lnTo>
                                    <a:lnTo>
                                      <a:pt x="260" y="91"/>
                                    </a:lnTo>
                                    <a:lnTo>
                                      <a:pt x="262" y="104"/>
                                    </a:lnTo>
                                    <a:lnTo>
                                      <a:pt x="266" y="135"/>
                                    </a:lnTo>
                                    <a:lnTo>
                                      <a:pt x="262" y="166"/>
                                    </a:lnTo>
                                    <a:lnTo>
                                      <a:pt x="260" y="180"/>
                                    </a:lnTo>
                                    <a:lnTo>
                                      <a:pt x="257" y="192"/>
                                    </a:lnTo>
                                    <a:lnTo>
                                      <a:pt x="253" y="205"/>
                                    </a:lnTo>
                                    <a:lnTo>
                                      <a:pt x="247" y="215"/>
                                    </a:lnTo>
                                    <a:lnTo>
                                      <a:pt x="239" y="226"/>
                                    </a:lnTo>
                                    <a:lnTo>
                                      <a:pt x="231" y="236"/>
                                    </a:lnTo>
                                    <a:lnTo>
                                      <a:pt x="222" y="244"/>
                                    </a:lnTo>
                                    <a:lnTo>
                                      <a:pt x="212" y="252"/>
                                    </a:lnTo>
                                    <a:lnTo>
                                      <a:pt x="203" y="257"/>
                                    </a:lnTo>
                                    <a:lnTo>
                                      <a:pt x="189" y="263"/>
                                    </a:lnTo>
                                    <a:lnTo>
                                      <a:pt x="177" y="267"/>
                                    </a:lnTo>
                                    <a:lnTo>
                                      <a:pt x="162" y="269"/>
                                    </a:lnTo>
                                    <a:lnTo>
                                      <a:pt x="148" y="271"/>
                                    </a:lnTo>
                                    <a:lnTo>
                                      <a:pt x="133" y="271"/>
                                    </a:lnTo>
                                    <a:lnTo>
                                      <a:pt x="116" y="271"/>
                                    </a:lnTo>
                                    <a:lnTo>
                                      <a:pt x="102" y="269"/>
                                    </a:lnTo>
                                    <a:lnTo>
                                      <a:pt x="89" y="267"/>
                                    </a:lnTo>
                                    <a:lnTo>
                                      <a:pt x="75" y="263"/>
                                    </a:lnTo>
                                    <a:lnTo>
                                      <a:pt x="63" y="257"/>
                                    </a:lnTo>
                                    <a:lnTo>
                                      <a:pt x="52" y="252"/>
                                    </a:lnTo>
                                    <a:lnTo>
                                      <a:pt x="42" y="244"/>
                                    </a:lnTo>
                                    <a:lnTo>
                                      <a:pt x="33" y="236"/>
                                    </a:lnTo>
                                    <a:lnTo>
                                      <a:pt x="25" y="226"/>
                                    </a:lnTo>
                                    <a:lnTo>
                                      <a:pt x="19" y="215"/>
                                    </a:lnTo>
                                    <a:lnTo>
                                      <a:pt x="13" y="205"/>
                                    </a:lnTo>
                                    <a:lnTo>
                                      <a:pt x="7" y="192"/>
                                    </a:lnTo>
                                    <a:lnTo>
                                      <a:pt x="4" y="180"/>
                                    </a:lnTo>
                                    <a:lnTo>
                                      <a:pt x="2" y="166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04"/>
                                    </a:lnTo>
                                    <a:lnTo>
                                      <a:pt x="4" y="91"/>
                                    </a:lnTo>
                                    <a:lnTo>
                                      <a:pt x="7" y="77"/>
                                    </a:lnTo>
                                    <a:lnTo>
                                      <a:pt x="13" y="66"/>
                                    </a:lnTo>
                                    <a:lnTo>
                                      <a:pt x="19" y="54"/>
                                    </a:lnTo>
                                    <a:lnTo>
                                      <a:pt x="25" y="44"/>
                                    </a:lnTo>
                                    <a:lnTo>
                                      <a:pt x="33" y="35"/>
                                    </a:lnTo>
                                    <a:lnTo>
                                      <a:pt x="42" y="27"/>
                                    </a:lnTo>
                                    <a:lnTo>
                                      <a:pt x="52" y="19"/>
                                    </a:lnTo>
                                    <a:lnTo>
                                      <a:pt x="63" y="13"/>
                                    </a:lnTo>
                                    <a:lnTo>
                                      <a:pt x="75" y="7"/>
                                    </a:lnTo>
                                    <a:lnTo>
                                      <a:pt x="89" y="4"/>
                                    </a:lnTo>
                                    <a:lnTo>
                                      <a:pt x="102" y="2"/>
                                    </a:lnTo>
                                    <a:lnTo>
                                      <a:pt x="116" y="0"/>
                                    </a:lnTo>
                                    <a:lnTo>
                                      <a:pt x="133" y="0"/>
                                    </a:lnTo>
                                    <a:close/>
                                    <a:moveTo>
                                      <a:pt x="133" y="219"/>
                                    </a:moveTo>
                                    <a:lnTo>
                                      <a:pt x="133" y="219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60" y="213"/>
                                    </a:lnTo>
                                    <a:lnTo>
                                      <a:pt x="170" y="205"/>
                                    </a:lnTo>
                                    <a:lnTo>
                                      <a:pt x="177" y="193"/>
                                    </a:lnTo>
                                    <a:lnTo>
                                      <a:pt x="183" y="182"/>
                                    </a:lnTo>
                                    <a:lnTo>
                                      <a:pt x="187" y="166"/>
                                    </a:lnTo>
                                    <a:lnTo>
                                      <a:pt x="189" y="151"/>
                                    </a:lnTo>
                                    <a:lnTo>
                                      <a:pt x="191" y="135"/>
                                    </a:lnTo>
                                    <a:lnTo>
                                      <a:pt x="189" y="118"/>
                                    </a:lnTo>
                                    <a:lnTo>
                                      <a:pt x="187" y="102"/>
                                    </a:lnTo>
                                    <a:lnTo>
                                      <a:pt x="183" y="89"/>
                                    </a:lnTo>
                                    <a:lnTo>
                                      <a:pt x="177" y="75"/>
                                    </a:lnTo>
                                    <a:lnTo>
                                      <a:pt x="170" y="66"/>
                                    </a:lnTo>
                                    <a:lnTo>
                                      <a:pt x="160" y="58"/>
                                    </a:lnTo>
                                    <a:lnTo>
                                      <a:pt x="146" y="52"/>
                                    </a:lnTo>
                                    <a:lnTo>
                                      <a:pt x="133" y="52"/>
                                    </a:lnTo>
                                    <a:lnTo>
                                      <a:pt x="118" y="52"/>
                                    </a:lnTo>
                                    <a:lnTo>
                                      <a:pt x="104" y="58"/>
                                    </a:lnTo>
                                    <a:lnTo>
                                      <a:pt x="94" y="66"/>
                                    </a:lnTo>
                                    <a:lnTo>
                                      <a:pt x="85" y="75"/>
                                    </a:lnTo>
                                    <a:lnTo>
                                      <a:pt x="79" y="89"/>
                                    </a:lnTo>
                                    <a:lnTo>
                                      <a:pt x="75" y="102"/>
                                    </a:lnTo>
                                    <a:lnTo>
                                      <a:pt x="73" y="118"/>
                                    </a:lnTo>
                                    <a:lnTo>
                                      <a:pt x="71" y="135"/>
                                    </a:lnTo>
                                    <a:lnTo>
                                      <a:pt x="73" y="151"/>
                                    </a:lnTo>
                                    <a:lnTo>
                                      <a:pt x="75" y="166"/>
                                    </a:lnTo>
                                    <a:lnTo>
                                      <a:pt x="79" y="182"/>
                                    </a:lnTo>
                                    <a:lnTo>
                                      <a:pt x="85" y="193"/>
                                    </a:lnTo>
                                    <a:lnTo>
                                      <a:pt x="94" y="205"/>
                                    </a:lnTo>
                                    <a:lnTo>
                                      <a:pt x="104" y="213"/>
                                    </a:lnTo>
                                    <a:lnTo>
                                      <a:pt x="118" y="219"/>
                                    </a:lnTo>
                                    <a:lnTo>
                                      <a:pt x="133" y="2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9" name="Freeform 214"/>
                            <wps:cNvSpPr>
                              <a:spLocks/>
                            </wps:cNvSpPr>
                            <wps:spPr bwMode="auto">
                              <a:xfrm>
                                <a:off x="601747" y="178544"/>
                                <a:ext cx="133387" cy="136416"/>
                              </a:xfrm>
                              <a:custGeom>
                                <a:avLst/>
                                <a:gdLst>
                                  <a:gd name="T0" fmla="*/ 133 w 266"/>
                                  <a:gd name="T1" fmla="*/ 0 h 271"/>
                                  <a:gd name="T2" fmla="*/ 162 w 266"/>
                                  <a:gd name="T3" fmla="*/ 2 h 271"/>
                                  <a:gd name="T4" fmla="*/ 189 w 266"/>
                                  <a:gd name="T5" fmla="*/ 7 h 271"/>
                                  <a:gd name="T6" fmla="*/ 212 w 266"/>
                                  <a:gd name="T7" fmla="*/ 19 h 271"/>
                                  <a:gd name="T8" fmla="*/ 231 w 266"/>
                                  <a:gd name="T9" fmla="*/ 35 h 271"/>
                                  <a:gd name="T10" fmla="*/ 247 w 266"/>
                                  <a:gd name="T11" fmla="*/ 54 h 271"/>
                                  <a:gd name="T12" fmla="*/ 257 w 266"/>
                                  <a:gd name="T13" fmla="*/ 77 h 271"/>
                                  <a:gd name="T14" fmla="*/ 262 w 266"/>
                                  <a:gd name="T15" fmla="*/ 104 h 271"/>
                                  <a:gd name="T16" fmla="*/ 266 w 266"/>
                                  <a:gd name="T17" fmla="*/ 135 h 271"/>
                                  <a:gd name="T18" fmla="*/ 260 w 266"/>
                                  <a:gd name="T19" fmla="*/ 180 h 271"/>
                                  <a:gd name="T20" fmla="*/ 253 w 266"/>
                                  <a:gd name="T21" fmla="*/ 205 h 271"/>
                                  <a:gd name="T22" fmla="*/ 239 w 266"/>
                                  <a:gd name="T23" fmla="*/ 226 h 271"/>
                                  <a:gd name="T24" fmla="*/ 222 w 266"/>
                                  <a:gd name="T25" fmla="*/ 244 h 271"/>
                                  <a:gd name="T26" fmla="*/ 203 w 266"/>
                                  <a:gd name="T27" fmla="*/ 257 h 271"/>
                                  <a:gd name="T28" fmla="*/ 177 w 266"/>
                                  <a:gd name="T29" fmla="*/ 267 h 271"/>
                                  <a:gd name="T30" fmla="*/ 148 w 266"/>
                                  <a:gd name="T31" fmla="*/ 271 h 271"/>
                                  <a:gd name="T32" fmla="*/ 133 w 266"/>
                                  <a:gd name="T33" fmla="*/ 271 h 271"/>
                                  <a:gd name="T34" fmla="*/ 102 w 266"/>
                                  <a:gd name="T35" fmla="*/ 269 h 271"/>
                                  <a:gd name="T36" fmla="*/ 75 w 266"/>
                                  <a:gd name="T37" fmla="*/ 263 h 271"/>
                                  <a:gd name="T38" fmla="*/ 52 w 266"/>
                                  <a:gd name="T39" fmla="*/ 252 h 271"/>
                                  <a:gd name="T40" fmla="*/ 33 w 266"/>
                                  <a:gd name="T41" fmla="*/ 236 h 271"/>
                                  <a:gd name="T42" fmla="*/ 19 w 266"/>
                                  <a:gd name="T43" fmla="*/ 215 h 271"/>
                                  <a:gd name="T44" fmla="*/ 7 w 266"/>
                                  <a:gd name="T45" fmla="*/ 192 h 271"/>
                                  <a:gd name="T46" fmla="*/ 2 w 266"/>
                                  <a:gd name="T47" fmla="*/ 166 h 271"/>
                                  <a:gd name="T48" fmla="*/ 0 w 266"/>
                                  <a:gd name="T49" fmla="*/ 135 h 271"/>
                                  <a:gd name="T50" fmla="*/ 4 w 266"/>
                                  <a:gd name="T51" fmla="*/ 91 h 271"/>
                                  <a:gd name="T52" fmla="*/ 13 w 266"/>
                                  <a:gd name="T53" fmla="*/ 66 h 271"/>
                                  <a:gd name="T54" fmla="*/ 25 w 266"/>
                                  <a:gd name="T55" fmla="*/ 44 h 271"/>
                                  <a:gd name="T56" fmla="*/ 42 w 266"/>
                                  <a:gd name="T57" fmla="*/ 27 h 271"/>
                                  <a:gd name="T58" fmla="*/ 63 w 266"/>
                                  <a:gd name="T59" fmla="*/ 13 h 271"/>
                                  <a:gd name="T60" fmla="*/ 89 w 266"/>
                                  <a:gd name="T61" fmla="*/ 4 h 271"/>
                                  <a:gd name="T62" fmla="*/ 116 w 266"/>
                                  <a:gd name="T63" fmla="*/ 0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66" h="271">
                                    <a:moveTo>
                                      <a:pt x="133" y="0"/>
                                    </a:moveTo>
                                    <a:lnTo>
                                      <a:pt x="133" y="0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62" y="2"/>
                                    </a:lnTo>
                                    <a:lnTo>
                                      <a:pt x="177" y="4"/>
                                    </a:lnTo>
                                    <a:lnTo>
                                      <a:pt x="189" y="7"/>
                                    </a:lnTo>
                                    <a:lnTo>
                                      <a:pt x="203" y="13"/>
                                    </a:lnTo>
                                    <a:lnTo>
                                      <a:pt x="212" y="19"/>
                                    </a:lnTo>
                                    <a:lnTo>
                                      <a:pt x="222" y="27"/>
                                    </a:lnTo>
                                    <a:lnTo>
                                      <a:pt x="231" y="35"/>
                                    </a:lnTo>
                                    <a:lnTo>
                                      <a:pt x="239" y="44"/>
                                    </a:lnTo>
                                    <a:lnTo>
                                      <a:pt x="247" y="54"/>
                                    </a:lnTo>
                                    <a:lnTo>
                                      <a:pt x="253" y="66"/>
                                    </a:lnTo>
                                    <a:lnTo>
                                      <a:pt x="257" y="77"/>
                                    </a:lnTo>
                                    <a:lnTo>
                                      <a:pt x="260" y="91"/>
                                    </a:lnTo>
                                    <a:lnTo>
                                      <a:pt x="262" y="104"/>
                                    </a:lnTo>
                                    <a:lnTo>
                                      <a:pt x="266" y="135"/>
                                    </a:lnTo>
                                    <a:lnTo>
                                      <a:pt x="262" y="166"/>
                                    </a:lnTo>
                                    <a:lnTo>
                                      <a:pt x="260" y="180"/>
                                    </a:lnTo>
                                    <a:lnTo>
                                      <a:pt x="257" y="192"/>
                                    </a:lnTo>
                                    <a:lnTo>
                                      <a:pt x="253" y="205"/>
                                    </a:lnTo>
                                    <a:lnTo>
                                      <a:pt x="247" y="215"/>
                                    </a:lnTo>
                                    <a:lnTo>
                                      <a:pt x="239" y="226"/>
                                    </a:lnTo>
                                    <a:lnTo>
                                      <a:pt x="231" y="236"/>
                                    </a:lnTo>
                                    <a:lnTo>
                                      <a:pt x="222" y="244"/>
                                    </a:lnTo>
                                    <a:lnTo>
                                      <a:pt x="212" y="252"/>
                                    </a:lnTo>
                                    <a:lnTo>
                                      <a:pt x="203" y="257"/>
                                    </a:lnTo>
                                    <a:lnTo>
                                      <a:pt x="189" y="263"/>
                                    </a:lnTo>
                                    <a:lnTo>
                                      <a:pt x="177" y="267"/>
                                    </a:lnTo>
                                    <a:lnTo>
                                      <a:pt x="162" y="269"/>
                                    </a:lnTo>
                                    <a:lnTo>
                                      <a:pt x="148" y="271"/>
                                    </a:lnTo>
                                    <a:lnTo>
                                      <a:pt x="133" y="271"/>
                                    </a:lnTo>
                                    <a:lnTo>
                                      <a:pt x="116" y="271"/>
                                    </a:lnTo>
                                    <a:lnTo>
                                      <a:pt x="102" y="269"/>
                                    </a:lnTo>
                                    <a:lnTo>
                                      <a:pt x="89" y="267"/>
                                    </a:lnTo>
                                    <a:lnTo>
                                      <a:pt x="75" y="263"/>
                                    </a:lnTo>
                                    <a:lnTo>
                                      <a:pt x="63" y="257"/>
                                    </a:lnTo>
                                    <a:lnTo>
                                      <a:pt x="52" y="252"/>
                                    </a:lnTo>
                                    <a:lnTo>
                                      <a:pt x="42" y="244"/>
                                    </a:lnTo>
                                    <a:lnTo>
                                      <a:pt x="33" y="236"/>
                                    </a:lnTo>
                                    <a:lnTo>
                                      <a:pt x="25" y="226"/>
                                    </a:lnTo>
                                    <a:lnTo>
                                      <a:pt x="19" y="215"/>
                                    </a:lnTo>
                                    <a:lnTo>
                                      <a:pt x="13" y="205"/>
                                    </a:lnTo>
                                    <a:lnTo>
                                      <a:pt x="7" y="192"/>
                                    </a:lnTo>
                                    <a:lnTo>
                                      <a:pt x="4" y="180"/>
                                    </a:lnTo>
                                    <a:lnTo>
                                      <a:pt x="2" y="166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04"/>
                                    </a:lnTo>
                                    <a:lnTo>
                                      <a:pt x="4" y="91"/>
                                    </a:lnTo>
                                    <a:lnTo>
                                      <a:pt x="7" y="77"/>
                                    </a:lnTo>
                                    <a:lnTo>
                                      <a:pt x="13" y="66"/>
                                    </a:lnTo>
                                    <a:lnTo>
                                      <a:pt x="19" y="54"/>
                                    </a:lnTo>
                                    <a:lnTo>
                                      <a:pt x="25" y="44"/>
                                    </a:lnTo>
                                    <a:lnTo>
                                      <a:pt x="33" y="35"/>
                                    </a:lnTo>
                                    <a:lnTo>
                                      <a:pt x="42" y="27"/>
                                    </a:lnTo>
                                    <a:lnTo>
                                      <a:pt x="52" y="19"/>
                                    </a:lnTo>
                                    <a:lnTo>
                                      <a:pt x="63" y="13"/>
                                    </a:lnTo>
                                    <a:lnTo>
                                      <a:pt x="75" y="7"/>
                                    </a:lnTo>
                                    <a:lnTo>
                                      <a:pt x="89" y="4"/>
                                    </a:lnTo>
                                    <a:lnTo>
                                      <a:pt x="102" y="2"/>
                                    </a:lnTo>
                                    <a:lnTo>
                                      <a:pt x="116" y="0"/>
                                    </a:lnTo>
                                    <a:lnTo>
                                      <a:pt x="133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0" name="Freeform 215"/>
                            <wps:cNvSpPr>
                              <a:spLocks/>
                            </wps:cNvSpPr>
                            <wps:spPr bwMode="auto">
                              <a:xfrm>
                                <a:off x="637851" y="204624"/>
                                <a:ext cx="59172" cy="84257"/>
                              </a:xfrm>
                              <a:custGeom>
                                <a:avLst/>
                                <a:gdLst>
                                  <a:gd name="T0" fmla="*/ 62 w 120"/>
                                  <a:gd name="T1" fmla="*/ 167 h 167"/>
                                  <a:gd name="T2" fmla="*/ 62 w 120"/>
                                  <a:gd name="T3" fmla="*/ 167 h 167"/>
                                  <a:gd name="T4" fmla="*/ 75 w 120"/>
                                  <a:gd name="T5" fmla="*/ 167 h 167"/>
                                  <a:gd name="T6" fmla="*/ 89 w 120"/>
                                  <a:gd name="T7" fmla="*/ 161 h 167"/>
                                  <a:gd name="T8" fmla="*/ 99 w 120"/>
                                  <a:gd name="T9" fmla="*/ 153 h 167"/>
                                  <a:gd name="T10" fmla="*/ 106 w 120"/>
                                  <a:gd name="T11" fmla="*/ 141 h 167"/>
                                  <a:gd name="T12" fmla="*/ 112 w 120"/>
                                  <a:gd name="T13" fmla="*/ 130 h 167"/>
                                  <a:gd name="T14" fmla="*/ 116 w 120"/>
                                  <a:gd name="T15" fmla="*/ 114 h 167"/>
                                  <a:gd name="T16" fmla="*/ 118 w 120"/>
                                  <a:gd name="T17" fmla="*/ 99 h 167"/>
                                  <a:gd name="T18" fmla="*/ 120 w 120"/>
                                  <a:gd name="T19" fmla="*/ 83 h 167"/>
                                  <a:gd name="T20" fmla="*/ 120 w 120"/>
                                  <a:gd name="T21" fmla="*/ 83 h 167"/>
                                  <a:gd name="T22" fmla="*/ 118 w 120"/>
                                  <a:gd name="T23" fmla="*/ 66 h 167"/>
                                  <a:gd name="T24" fmla="*/ 116 w 120"/>
                                  <a:gd name="T25" fmla="*/ 50 h 167"/>
                                  <a:gd name="T26" fmla="*/ 112 w 120"/>
                                  <a:gd name="T27" fmla="*/ 37 h 167"/>
                                  <a:gd name="T28" fmla="*/ 106 w 120"/>
                                  <a:gd name="T29" fmla="*/ 23 h 167"/>
                                  <a:gd name="T30" fmla="*/ 99 w 120"/>
                                  <a:gd name="T31" fmla="*/ 14 h 167"/>
                                  <a:gd name="T32" fmla="*/ 89 w 120"/>
                                  <a:gd name="T33" fmla="*/ 6 h 167"/>
                                  <a:gd name="T34" fmla="*/ 75 w 120"/>
                                  <a:gd name="T35" fmla="*/ 0 h 167"/>
                                  <a:gd name="T36" fmla="*/ 62 w 120"/>
                                  <a:gd name="T37" fmla="*/ 0 h 167"/>
                                  <a:gd name="T38" fmla="*/ 62 w 120"/>
                                  <a:gd name="T39" fmla="*/ 0 h 167"/>
                                  <a:gd name="T40" fmla="*/ 47 w 120"/>
                                  <a:gd name="T41" fmla="*/ 0 h 167"/>
                                  <a:gd name="T42" fmla="*/ 33 w 120"/>
                                  <a:gd name="T43" fmla="*/ 6 h 167"/>
                                  <a:gd name="T44" fmla="*/ 23 w 120"/>
                                  <a:gd name="T45" fmla="*/ 14 h 167"/>
                                  <a:gd name="T46" fmla="*/ 14 w 120"/>
                                  <a:gd name="T47" fmla="*/ 23 h 167"/>
                                  <a:gd name="T48" fmla="*/ 8 w 120"/>
                                  <a:gd name="T49" fmla="*/ 37 h 167"/>
                                  <a:gd name="T50" fmla="*/ 4 w 120"/>
                                  <a:gd name="T51" fmla="*/ 50 h 167"/>
                                  <a:gd name="T52" fmla="*/ 2 w 120"/>
                                  <a:gd name="T53" fmla="*/ 66 h 167"/>
                                  <a:gd name="T54" fmla="*/ 0 w 120"/>
                                  <a:gd name="T55" fmla="*/ 83 h 167"/>
                                  <a:gd name="T56" fmla="*/ 0 w 120"/>
                                  <a:gd name="T57" fmla="*/ 83 h 167"/>
                                  <a:gd name="T58" fmla="*/ 2 w 120"/>
                                  <a:gd name="T59" fmla="*/ 99 h 167"/>
                                  <a:gd name="T60" fmla="*/ 4 w 120"/>
                                  <a:gd name="T61" fmla="*/ 114 h 167"/>
                                  <a:gd name="T62" fmla="*/ 8 w 120"/>
                                  <a:gd name="T63" fmla="*/ 130 h 167"/>
                                  <a:gd name="T64" fmla="*/ 14 w 120"/>
                                  <a:gd name="T65" fmla="*/ 141 h 167"/>
                                  <a:gd name="T66" fmla="*/ 23 w 120"/>
                                  <a:gd name="T67" fmla="*/ 153 h 167"/>
                                  <a:gd name="T68" fmla="*/ 33 w 120"/>
                                  <a:gd name="T69" fmla="*/ 161 h 167"/>
                                  <a:gd name="T70" fmla="*/ 47 w 120"/>
                                  <a:gd name="T71" fmla="*/ 167 h 167"/>
                                  <a:gd name="T72" fmla="*/ 62 w 120"/>
                                  <a:gd name="T73" fmla="*/ 167 h 1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20" h="167">
                                    <a:moveTo>
                                      <a:pt x="62" y="167"/>
                                    </a:moveTo>
                                    <a:lnTo>
                                      <a:pt x="62" y="167"/>
                                    </a:lnTo>
                                    <a:lnTo>
                                      <a:pt x="75" y="167"/>
                                    </a:lnTo>
                                    <a:lnTo>
                                      <a:pt x="89" y="161"/>
                                    </a:lnTo>
                                    <a:lnTo>
                                      <a:pt x="99" y="153"/>
                                    </a:lnTo>
                                    <a:lnTo>
                                      <a:pt x="106" y="141"/>
                                    </a:lnTo>
                                    <a:lnTo>
                                      <a:pt x="112" y="130"/>
                                    </a:lnTo>
                                    <a:lnTo>
                                      <a:pt x="116" y="114"/>
                                    </a:lnTo>
                                    <a:lnTo>
                                      <a:pt x="118" y="99"/>
                                    </a:lnTo>
                                    <a:lnTo>
                                      <a:pt x="120" y="83"/>
                                    </a:lnTo>
                                    <a:lnTo>
                                      <a:pt x="118" y="66"/>
                                    </a:lnTo>
                                    <a:lnTo>
                                      <a:pt x="116" y="50"/>
                                    </a:lnTo>
                                    <a:lnTo>
                                      <a:pt x="112" y="37"/>
                                    </a:lnTo>
                                    <a:lnTo>
                                      <a:pt x="106" y="23"/>
                                    </a:lnTo>
                                    <a:lnTo>
                                      <a:pt x="99" y="14"/>
                                    </a:lnTo>
                                    <a:lnTo>
                                      <a:pt x="89" y="6"/>
                                    </a:lnTo>
                                    <a:lnTo>
                                      <a:pt x="75" y="0"/>
                                    </a:lnTo>
                                    <a:lnTo>
                                      <a:pt x="62" y="0"/>
                                    </a:lnTo>
                                    <a:lnTo>
                                      <a:pt x="47" y="0"/>
                                    </a:lnTo>
                                    <a:lnTo>
                                      <a:pt x="33" y="6"/>
                                    </a:lnTo>
                                    <a:lnTo>
                                      <a:pt x="23" y="14"/>
                                    </a:lnTo>
                                    <a:lnTo>
                                      <a:pt x="14" y="23"/>
                                    </a:lnTo>
                                    <a:lnTo>
                                      <a:pt x="8" y="37"/>
                                    </a:lnTo>
                                    <a:lnTo>
                                      <a:pt x="4" y="50"/>
                                    </a:lnTo>
                                    <a:lnTo>
                                      <a:pt x="2" y="66"/>
                                    </a:lnTo>
                                    <a:lnTo>
                                      <a:pt x="0" y="83"/>
                                    </a:lnTo>
                                    <a:lnTo>
                                      <a:pt x="2" y="99"/>
                                    </a:lnTo>
                                    <a:lnTo>
                                      <a:pt x="4" y="114"/>
                                    </a:lnTo>
                                    <a:lnTo>
                                      <a:pt x="8" y="130"/>
                                    </a:lnTo>
                                    <a:lnTo>
                                      <a:pt x="14" y="141"/>
                                    </a:lnTo>
                                    <a:lnTo>
                                      <a:pt x="23" y="153"/>
                                    </a:lnTo>
                                    <a:lnTo>
                                      <a:pt x="33" y="161"/>
                                    </a:lnTo>
                                    <a:lnTo>
                                      <a:pt x="47" y="167"/>
                                    </a:lnTo>
                                    <a:lnTo>
                                      <a:pt x="62" y="167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1" name="Freeform 216"/>
                            <wps:cNvSpPr>
                              <a:spLocks/>
                            </wps:cNvSpPr>
                            <wps:spPr bwMode="auto">
                              <a:xfrm>
                                <a:off x="460336" y="178544"/>
                                <a:ext cx="116338" cy="136416"/>
                              </a:xfrm>
                              <a:custGeom>
                                <a:avLst/>
                                <a:gdLst>
                                  <a:gd name="T0" fmla="*/ 154 w 231"/>
                                  <a:gd name="T1" fmla="*/ 0 h 271"/>
                                  <a:gd name="T2" fmla="*/ 193 w 231"/>
                                  <a:gd name="T3" fmla="*/ 2 h 271"/>
                                  <a:gd name="T4" fmla="*/ 226 w 231"/>
                                  <a:gd name="T5" fmla="*/ 69 h 271"/>
                                  <a:gd name="T6" fmla="*/ 208 w 231"/>
                                  <a:gd name="T7" fmla="*/ 62 h 271"/>
                                  <a:gd name="T8" fmla="*/ 173 w 231"/>
                                  <a:gd name="T9" fmla="*/ 52 h 271"/>
                                  <a:gd name="T10" fmla="*/ 156 w 231"/>
                                  <a:gd name="T11" fmla="*/ 52 h 271"/>
                                  <a:gd name="T12" fmla="*/ 123 w 231"/>
                                  <a:gd name="T13" fmla="*/ 58 h 271"/>
                                  <a:gd name="T14" fmla="*/ 96 w 231"/>
                                  <a:gd name="T15" fmla="*/ 75 h 271"/>
                                  <a:gd name="T16" fmla="*/ 79 w 231"/>
                                  <a:gd name="T17" fmla="*/ 100 h 271"/>
                                  <a:gd name="T18" fmla="*/ 73 w 231"/>
                                  <a:gd name="T19" fmla="*/ 135 h 271"/>
                                  <a:gd name="T20" fmla="*/ 75 w 231"/>
                                  <a:gd name="T21" fmla="*/ 155 h 271"/>
                                  <a:gd name="T22" fmla="*/ 87 w 231"/>
                                  <a:gd name="T23" fmla="*/ 186 h 271"/>
                                  <a:gd name="T24" fmla="*/ 112 w 231"/>
                                  <a:gd name="T25" fmla="*/ 207 h 271"/>
                                  <a:gd name="T26" fmla="*/ 143 w 231"/>
                                  <a:gd name="T27" fmla="*/ 219 h 271"/>
                                  <a:gd name="T28" fmla="*/ 162 w 231"/>
                                  <a:gd name="T29" fmla="*/ 219 h 271"/>
                                  <a:gd name="T30" fmla="*/ 197 w 231"/>
                                  <a:gd name="T31" fmla="*/ 215 h 271"/>
                                  <a:gd name="T32" fmla="*/ 230 w 231"/>
                                  <a:gd name="T33" fmla="*/ 205 h 271"/>
                                  <a:gd name="T34" fmla="*/ 231 w 231"/>
                                  <a:gd name="T35" fmla="*/ 259 h 271"/>
                                  <a:gd name="T36" fmla="*/ 199 w 231"/>
                                  <a:gd name="T37" fmla="*/ 269 h 271"/>
                                  <a:gd name="T38" fmla="*/ 154 w 231"/>
                                  <a:gd name="T39" fmla="*/ 271 h 271"/>
                                  <a:gd name="T40" fmla="*/ 127 w 231"/>
                                  <a:gd name="T41" fmla="*/ 271 h 271"/>
                                  <a:gd name="T42" fmla="*/ 87 w 231"/>
                                  <a:gd name="T43" fmla="*/ 261 h 271"/>
                                  <a:gd name="T44" fmla="*/ 61 w 231"/>
                                  <a:gd name="T45" fmla="*/ 250 h 271"/>
                                  <a:gd name="T46" fmla="*/ 40 w 231"/>
                                  <a:gd name="T47" fmla="*/ 232 h 271"/>
                                  <a:gd name="T48" fmla="*/ 21 w 231"/>
                                  <a:gd name="T49" fmla="*/ 213 h 271"/>
                                  <a:gd name="T50" fmla="*/ 7 w 231"/>
                                  <a:gd name="T51" fmla="*/ 186 h 271"/>
                                  <a:gd name="T52" fmla="*/ 2 w 231"/>
                                  <a:gd name="T53" fmla="*/ 153 h 271"/>
                                  <a:gd name="T54" fmla="*/ 0 w 231"/>
                                  <a:gd name="T55" fmla="*/ 135 h 271"/>
                                  <a:gd name="T56" fmla="*/ 3 w 231"/>
                                  <a:gd name="T57" fmla="*/ 102 h 271"/>
                                  <a:gd name="T58" fmla="*/ 11 w 231"/>
                                  <a:gd name="T59" fmla="*/ 75 h 271"/>
                                  <a:gd name="T60" fmla="*/ 27 w 231"/>
                                  <a:gd name="T61" fmla="*/ 52 h 271"/>
                                  <a:gd name="T62" fmla="*/ 44 w 231"/>
                                  <a:gd name="T63" fmla="*/ 33 h 271"/>
                                  <a:gd name="T64" fmla="*/ 67 w 231"/>
                                  <a:gd name="T65" fmla="*/ 17 h 271"/>
                                  <a:gd name="T66" fmla="*/ 92 w 231"/>
                                  <a:gd name="T67" fmla="*/ 7 h 271"/>
                                  <a:gd name="T68" fmla="*/ 121 w 231"/>
                                  <a:gd name="T69" fmla="*/ 2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" h="271">
                                    <a:moveTo>
                                      <a:pt x="154" y="0"/>
                                    </a:moveTo>
                                    <a:lnTo>
                                      <a:pt x="154" y="0"/>
                                    </a:lnTo>
                                    <a:lnTo>
                                      <a:pt x="173" y="0"/>
                                    </a:lnTo>
                                    <a:lnTo>
                                      <a:pt x="193" y="2"/>
                                    </a:lnTo>
                                    <a:lnTo>
                                      <a:pt x="231" y="11"/>
                                    </a:lnTo>
                                    <a:lnTo>
                                      <a:pt x="226" y="69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191" y="56"/>
                                    </a:lnTo>
                                    <a:lnTo>
                                      <a:pt x="173" y="52"/>
                                    </a:lnTo>
                                    <a:lnTo>
                                      <a:pt x="156" y="52"/>
                                    </a:lnTo>
                                    <a:lnTo>
                                      <a:pt x="139" y="52"/>
                                    </a:lnTo>
                                    <a:lnTo>
                                      <a:pt x="123" y="58"/>
                                    </a:lnTo>
                                    <a:lnTo>
                                      <a:pt x="108" y="66"/>
                                    </a:lnTo>
                                    <a:lnTo>
                                      <a:pt x="96" y="75"/>
                                    </a:lnTo>
                                    <a:lnTo>
                                      <a:pt x="87" y="87"/>
                                    </a:lnTo>
                                    <a:lnTo>
                                      <a:pt x="79" y="100"/>
                                    </a:lnTo>
                                    <a:lnTo>
                                      <a:pt x="75" y="118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75" y="155"/>
                                    </a:lnTo>
                                    <a:lnTo>
                                      <a:pt x="79" y="170"/>
                                    </a:lnTo>
                                    <a:lnTo>
                                      <a:pt x="87" y="186"/>
                                    </a:lnTo>
                                    <a:lnTo>
                                      <a:pt x="98" y="197"/>
                                    </a:lnTo>
                                    <a:lnTo>
                                      <a:pt x="112" y="207"/>
                                    </a:lnTo>
                                    <a:lnTo>
                                      <a:pt x="127" y="213"/>
                                    </a:lnTo>
                                    <a:lnTo>
                                      <a:pt x="143" y="219"/>
                                    </a:lnTo>
                                    <a:lnTo>
                                      <a:pt x="162" y="219"/>
                                    </a:lnTo>
                                    <a:lnTo>
                                      <a:pt x="179" y="219"/>
                                    </a:lnTo>
                                    <a:lnTo>
                                      <a:pt x="197" y="215"/>
                                    </a:lnTo>
                                    <a:lnTo>
                                      <a:pt x="214" y="211"/>
                                    </a:lnTo>
                                    <a:lnTo>
                                      <a:pt x="230" y="205"/>
                                    </a:lnTo>
                                    <a:lnTo>
                                      <a:pt x="231" y="259"/>
                                    </a:lnTo>
                                    <a:lnTo>
                                      <a:pt x="216" y="265"/>
                                    </a:lnTo>
                                    <a:lnTo>
                                      <a:pt x="199" y="269"/>
                                    </a:lnTo>
                                    <a:lnTo>
                                      <a:pt x="177" y="271"/>
                                    </a:lnTo>
                                    <a:lnTo>
                                      <a:pt x="154" y="271"/>
                                    </a:lnTo>
                                    <a:lnTo>
                                      <a:pt x="127" y="271"/>
                                    </a:lnTo>
                                    <a:lnTo>
                                      <a:pt x="100" y="265"/>
                                    </a:lnTo>
                                    <a:lnTo>
                                      <a:pt x="87" y="261"/>
                                    </a:lnTo>
                                    <a:lnTo>
                                      <a:pt x="73" y="255"/>
                                    </a:lnTo>
                                    <a:lnTo>
                                      <a:pt x="61" y="250"/>
                                    </a:lnTo>
                                    <a:lnTo>
                                      <a:pt x="50" y="242"/>
                                    </a:lnTo>
                                    <a:lnTo>
                                      <a:pt x="40" y="232"/>
                                    </a:lnTo>
                                    <a:lnTo>
                                      <a:pt x="31" y="223"/>
                                    </a:lnTo>
                                    <a:lnTo>
                                      <a:pt x="21" y="213"/>
                                    </a:lnTo>
                                    <a:lnTo>
                                      <a:pt x="13" y="199"/>
                                    </a:lnTo>
                                    <a:lnTo>
                                      <a:pt x="7" y="186"/>
                                    </a:lnTo>
                                    <a:lnTo>
                                      <a:pt x="3" y="170"/>
                                    </a:lnTo>
                                    <a:lnTo>
                                      <a:pt x="2" y="153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18"/>
                                    </a:lnTo>
                                    <a:lnTo>
                                      <a:pt x="3" y="102"/>
                                    </a:lnTo>
                                    <a:lnTo>
                                      <a:pt x="7" y="89"/>
                                    </a:lnTo>
                                    <a:lnTo>
                                      <a:pt x="11" y="75"/>
                                    </a:lnTo>
                                    <a:lnTo>
                                      <a:pt x="19" y="62"/>
                                    </a:lnTo>
                                    <a:lnTo>
                                      <a:pt x="27" y="52"/>
                                    </a:lnTo>
                                    <a:lnTo>
                                      <a:pt x="34" y="40"/>
                                    </a:lnTo>
                                    <a:lnTo>
                                      <a:pt x="44" y="33"/>
                                    </a:lnTo>
                                    <a:lnTo>
                                      <a:pt x="56" y="25"/>
                                    </a:lnTo>
                                    <a:lnTo>
                                      <a:pt x="67" y="17"/>
                                    </a:lnTo>
                                    <a:lnTo>
                                      <a:pt x="79" y="11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108" y="4"/>
                                    </a:lnTo>
                                    <a:lnTo>
                                      <a:pt x="121" y="2"/>
                                    </a:lnTo>
                                    <a:lnTo>
                                      <a:pt x="1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2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460336" y="178544"/>
                                <a:ext cx="116338" cy="136416"/>
                              </a:xfrm>
                              <a:custGeom>
                                <a:avLst/>
                                <a:gdLst>
                                  <a:gd name="T0" fmla="*/ 154 w 231"/>
                                  <a:gd name="T1" fmla="*/ 0 h 271"/>
                                  <a:gd name="T2" fmla="*/ 193 w 231"/>
                                  <a:gd name="T3" fmla="*/ 2 h 271"/>
                                  <a:gd name="T4" fmla="*/ 226 w 231"/>
                                  <a:gd name="T5" fmla="*/ 69 h 271"/>
                                  <a:gd name="T6" fmla="*/ 208 w 231"/>
                                  <a:gd name="T7" fmla="*/ 62 h 271"/>
                                  <a:gd name="T8" fmla="*/ 173 w 231"/>
                                  <a:gd name="T9" fmla="*/ 52 h 271"/>
                                  <a:gd name="T10" fmla="*/ 156 w 231"/>
                                  <a:gd name="T11" fmla="*/ 52 h 271"/>
                                  <a:gd name="T12" fmla="*/ 123 w 231"/>
                                  <a:gd name="T13" fmla="*/ 58 h 271"/>
                                  <a:gd name="T14" fmla="*/ 96 w 231"/>
                                  <a:gd name="T15" fmla="*/ 75 h 271"/>
                                  <a:gd name="T16" fmla="*/ 79 w 231"/>
                                  <a:gd name="T17" fmla="*/ 100 h 271"/>
                                  <a:gd name="T18" fmla="*/ 73 w 231"/>
                                  <a:gd name="T19" fmla="*/ 135 h 271"/>
                                  <a:gd name="T20" fmla="*/ 75 w 231"/>
                                  <a:gd name="T21" fmla="*/ 155 h 271"/>
                                  <a:gd name="T22" fmla="*/ 87 w 231"/>
                                  <a:gd name="T23" fmla="*/ 186 h 271"/>
                                  <a:gd name="T24" fmla="*/ 112 w 231"/>
                                  <a:gd name="T25" fmla="*/ 207 h 271"/>
                                  <a:gd name="T26" fmla="*/ 143 w 231"/>
                                  <a:gd name="T27" fmla="*/ 219 h 271"/>
                                  <a:gd name="T28" fmla="*/ 162 w 231"/>
                                  <a:gd name="T29" fmla="*/ 219 h 271"/>
                                  <a:gd name="T30" fmla="*/ 197 w 231"/>
                                  <a:gd name="T31" fmla="*/ 215 h 271"/>
                                  <a:gd name="T32" fmla="*/ 230 w 231"/>
                                  <a:gd name="T33" fmla="*/ 205 h 271"/>
                                  <a:gd name="T34" fmla="*/ 231 w 231"/>
                                  <a:gd name="T35" fmla="*/ 259 h 271"/>
                                  <a:gd name="T36" fmla="*/ 199 w 231"/>
                                  <a:gd name="T37" fmla="*/ 269 h 271"/>
                                  <a:gd name="T38" fmla="*/ 154 w 231"/>
                                  <a:gd name="T39" fmla="*/ 271 h 271"/>
                                  <a:gd name="T40" fmla="*/ 127 w 231"/>
                                  <a:gd name="T41" fmla="*/ 271 h 271"/>
                                  <a:gd name="T42" fmla="*/ 87 w 231"/>
                                  <a:gd name="T43" fmla="*/ 261 h 271"/>
                                  <a:gd name="T44" fmla="*/ 61 w 231"/>
                                  <a:gd name="T45" fmla="*/ 250 h 271"/>
                                  <a:gd name="T46" fmla="*/ 40 w 231"/>
                                  <a:gd name="T47" fmla="*/ 232 h 271"/>
                                  <a:gd name="T48" fmla="*/ 21 w 231"/>
                                  <a:gd name="T49" fmla="*/ 213 h 271"/>
                                  <a:gd name="T50" fmla="*/ 7 w 231"/>
                                  <a:gd name="T51" fmla="*/ 186 h 271"/>
                                  <a:gd name="T52" fmla="*/ 2 w 231"/>
                                  <a:gd name="T53" fmla="*/ 153 h 271"/>
                                  <a:gd name="T54" fmla="*/ 0 w 231"/>
                                  <a:gd name="T55" fmla="*/ 135 h 271"/>
                                  <a:gd name="T56" fmla="*/ 3 w 231"/>
                                  <a:gd name="T57" fmla="*/ 102 h 271"/>
                                  <a:gd name="T58" fmla="*/ 11 w 231"/>
                                  <a:gd name="T59" fmla="*/ 75 h 271"/>
                                  <a:gd name="T60" fmla="*/ 27 w 231"/>
                                  <a:gd name="T61" fmla="*/ 52 h 271"/>
                                  <a:gd name="T62" fmla="*/ 44 w 231"/>
                                  <a:gd name="T63" fmla="*/ 33 h 271"/>
                                  <a:gd name="T64" fmla="*/ 67 w 231"/>
                                  <a:gd name="T65" fmla="*/ 17 h 271"/>
                                  <a:gd name="T66" fmla="*/ 92 w 231"/>
                                  <a:gd name="T67" fmla="*/ 7 h 271"/>
                                  <a:gd name="T68" fmla="*/ 121 w 231"/>
                                  <a:gd name="T69" fmla="*/ 2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" h="271">
                                    <a:moveTo>
                                      <a:pt x="154" y="0"/>
                                    </a:moveTo>
                                    <a:lnTo>
                                      <a:pt x="154" y="0"/>
                                    </a:lnTo>
                                    <a:lnTo>
                                      <a:pt x="173" y="0"/>
                                    </a:lnTo>
                                    <a:lnTo>
                                      <a:pt x="193" y="2"/>
                                    </a:lnTo>
                                    <a:lnTo>
                                      <a:pt x="231" y="11"/>
                                    </a:lnTo>
                                    <a:lnTo>
                                      <a:pt x="226" y="69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191" y="56"/>
                                    </a:lnTo>
                                    <a:lnTo>
                                      <a:pt x="173" y="52"/>
                                    </a:lnTo>
                                    <a:lnTo>
                                      <a:pt x="156" y="52"/>
                                    </a:lnTo>
                                    <a:lnTo>
                                      <a:pt x="139" y="52"/>
                                    </a:lnTo>
                                    <a:lnTo>
                                      <a:pt x="123" y="58"/>
                                    </a:lnTo>
                                    <a:lnTo>
                                      <a:pt x="108" y="66"/>
                                    </a:lnTo>
                                    <a:lnTo>
                                      <a:pt x="96" y="75"/>
                                    </a:lnTo>
                                    <a:lnTo>
                                      <a:pt x="87" y="87"/>
                                    </a:lnTo>
                                    <a:lnTo>
                                      <a:pt x="79" y="100"/>
                                    </a:lnTo>
                                    <a:lnTo>
                                      <a:pt x="75" y="118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75" y="155"/>
                                    </a:lnTo>
                                    <a:lnTo>
                                      <a:pt x="79" y="170"/>
                                    </a:lnTo>
                                    <a:lnTo>
                                      <a:pt x="87" y="186"/>
                                    </a:lnTo>
                                    <a:lnTo>
                                      <a:pt x="98" y="197"/>
                                    </a:lnTo>
                                    <a:lnTo>
                                      <a:pt x="112" y="207"/>
                                    </a:lnTo>
                                    <a:lnTo>
                                      <a:pt x="127" y="213"/>
                                    </a:lnTo>
                                    <a:lnTo>
                                      <a:pt x="143" y="219"/>
                                    </a:lnTo>
                                    <a:lnTo>
                                      <a:pt x="162" y="219"/>
                                    </a:lnTo>
                                    <a:lnTo>
                                      <a:pt x="179" y="219"/>
                                    </a:lnTo>
                                    <a:lnTo>
                                      <a:pt x="197" y="215"/>
                                    </a:lnTo>
                                    <a:lnTo>
                                      <a:pt x="214" y="211"/>
                                    </a:lnTo>
                                    <a:lnTo>
                                      <a:pt x="230" y="205"/>
                                    </a:lnTo>
                                    <a:lnTo>
                                      <a:pt x="231" y="259"/>
                                    </a:lnTo>
                                    <a:lnTo>
                                      <a:pt x="216" y="265"/>
                                    </a:lnTo>
                                    <a:lnTo>
                                      <a:pt x="199" y="269"/>
                                    </a:lnTo>
                                    <a:lnTo>
                                      <a:pt x="177" y="271"/>
                                    </a:lnTo>
                                    <a:lnTo>
                                      <a:pt x="154" y="271"/>
                                    </a:lnTo>
                                    <a:lnTo>
                                      <a:pt x="127" y="271"/>
                                    </a:lnTo>
                                    <a:lnTo>
                                      <a:pt x="100" y="265"/>
                                    </a:lnTo>
                                    <a:lnTo>
                                      <a:pt x="87" y="261"/>
                                    </a:lnTo>
                                    <a:lnTo>
                                      <a:pt x="73" y="255"/>
                                    </a:lnTo>
                                    <a:lnTo>
                                      <a:pt x="61" y="250"/>
                                    </a:lnTo>
                                    <a:lnTo>
                                      <a:pt x="50" y="242"/>
                                    </a:lnTo>
                                    <a:lnTo>
                                      <a:pt x="40" y="232"/>
                                    </a:lnTo>
                                    <a:lnTo>
                                      <a:pt x="31" y="223"/>
                                    </a:lnTo>
                                    <a:lnTo>
                                      <a:pt x="21" y="213"/>
                                    </a:lnTo>
                                    <a:lnTo>
                                      <a:pt x="13" y="199"/>
                                    </a:lnTo>
                                    <a:lnTo>
                                      <a:pt x="7" y="186"/>
                                    </a:lnTo>
                                    <a:lnTo>
                                      <a:pt x="3" y="170"/>
                                    </a:lnTo>
                                    <a:lnTo>
                                      <a:pt x="2" y="153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18"/>
                                    </a:lnTo>
                                    <a:lnTo>
                                      <a:pt x="3" y="102"/>
                                    </a:lnTo>
                                    <a:lnTo>
                                      <a:pt x="7" y="89"/>
                                    </a:lnTo>
                                    <a:lnTo>
                                      <a:pt x="11" y="75"/>
                                    </a:lnTo>
                                    <a:lnTo>
                                      <a:pt x="19" y="62"/>
                                    </a:lnTo>
                                    <a:lnTo>
                                      <a:pt x="27" y="52"/>
                                    </a:lnTo>
                                    <a:lnTo>
                                      <a:pt x="34" y="40"/>
                                    </a:lnTo>
                                    <a:lnTo>
                                      <a:pt x="44" y="33"/>
                                    </a:lnTo>
                                    <a:lnTo>
                                      <a:pt x="56" y="25"/>
                                    </a:lnTo>
                                    <a:lnTo>
                                      <a:pt x="67" y="17"/>
                                    </a:lnTo>
                                    <a:lnTo>
                                      <a:pt x="79" y="11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108" y="4"/>
                                    </a:lnTo>
                                    <a:lnTo>
                                      <a:pt x="121" y="2"/>
                                    </a:lnTo>
                                    <a:lnTo>
                                      <a:pt x="154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3" name="Freeform 218"/>
                            <wps:cNvSpPr>
                              <a:spLocks/>
                            </wps:cNvSpPr>
                            <wps:spPr bwMode="auto">
                              <a:xfrm>
                                <a:off x="337981" y="179547"/>
                                <a:ext cx="95277" cy="134410"/>
                              </a:xfrm>
                              <a:custGeom>
                                <a:avLst/>
                                <a:gdLst>
                                  <a:gd name="T0" fmla="*/ 0 w 190"/>
                                  <a:gd name="T1" fmla="*/ 0 h 267"/>
                                  <a:gd name="T2" fmla="*/ 186 w 190"/>
                                  <a:gd name="T3" fmla="*/ 0 h 267"/>
                                  <a:gd name="T4" fmla="*/ 186 w 190"/>
                                  <a:gd name="T5" fmla="*/ 50 h 267"/>
                                  <a:gd name="T6" fmla="*/ 68 w 190"/>
                                  <a:gd name="T7" fmla="*/ 50 h 267"/>
                                  <a:gd name="T8" fmla="*/ 68 w 190"/>
                                  <a:gd name="T9" fmla="*/ 104 h 267"/>
                                  <a:gd name="T10" fmla="*/ 178 w 190"/>
                                  <a:gd name="T11" fmla="*/ 104 h 267"/>
                                  <a:gd name="T12" fmla="*/ 178 w 190"/>
                                  <a:gd name="T13" fmla="*/ 157 h 267"/>
                                  <a:gd name="T14" fmla="*/ 68 w 190"/>
                                  <a:gd name="T15" fmla="*/ 157 h 267"/>
                                  <a:gd name="T16" fmla="*/ 68 w 190"/>
                                  <a:gd name="T17" fmla="*/ 215 h 267"/>
                                  <a:gd name="T18" fmla="*/ 190 w 190"/>
                                  <a:gd name="T19" fmla="*/ 215 h 267"/>
                                  <a:gd name="T20" fmla="*/ 190 w 190"/>
                                  <a:gd name="T21" fmla="*/ 267 h 267"/>
                                  <a:gd name="T22" fmla="*/ 0 w 190"/>
                                  <a:gd name="T23" fmla="*/ 267 h 267"/>
                                  <a:gd name="T24" fmla="*/ 0 w 190"/>
                                  <a:gd name="T25" fmla="*/ 0 h 2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0" h="267">
                                    <a:moveTo>
                                      <a:pt x="0" y="0"/>
                                    </a:moveTo>
                                    <a:lnTo>
                                      <a:pt x="186" y="0"/>
                                    </a:lnTo>
                                    <a:lnTo>
                                      <a:pt x="186" y="50"/>
                                    </a:lnTo>
                                    <a:lnTo>
                                      <a:pt x="68" y="50"/>
                                    </a:lnTo>
                                    <a:lnTo>
                                      <a:pt x="68" y="104"/>
                                    </a:lnTo>
                                    <a:lnTo>
                                      <a:pt x="178" y="104"/>
                                    </a:lnTo>
                                    <a:lnTo>
                                      <a:pt x="178" y="157"/>
                                    </a:lnTo>
                                    <a:lnTo>
                                      <a:pt x="68" y="157"/>
                                    </a:lnTo>
                                    <a:lnTo>
                                      <a:pt x="68" y="215"/>
                                    </a:lnTo>
                                    <a:lnTo>
                                      <a:pt x="190" y="215"/>
                                    </a:lnTo>
                                    <a:lnTo>
                                      <a:pt x="190" y="267"/>
                                    </a:lnTo>
                                    <a:lnTo>
                                      <a:pt x="0" y="26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4" name="Freeform 219"/>
                            <wps:cNvSpPr>
                              <a:spLocks/>
                            </wps:cNvSpPr>
                            <wps:spPr bwMode="auto">
                              <a:xfrm>
                                <a:off x="124361" y="179547"/>
                                <a:ext cx="186541" cy="134410"/>
                              </a:xfrm>
                              <a:custGeom>
                                <a:avLst/>
                                <a:gdLst>
                                  <a:gd name="T0" fmla="*/ 0 w 373"/>
                                  <a:gd name="T1" fmla="*/ 0 h 267"/>
                                  <a:gd name="T2" fmla="*/ 72 w 373"/>
                                  <a:gd name="T3" fmla="*/ 0 h 267"/>
                                  <a:gd name="T4" fmla="*/ 105 w 373"/>
                                  <a:gd name="T5" fmla="*/ 203 h 267"/>
                                  <a:gd name="T6" fmla="*/ 107 w 373"/>
                                  <a:gd name="T7" fmla="*/ 203 h 267"/>
                                  <a:gd name="T8" fmla="*/ 141 w 373"/>
                                  <a:gd name="T9" fmla="*/ 0 h 267"/>
                                  <a:gd name="T10" fmla="*/ 232 w 373"/>
                                  <a:gd name="T11" fmla="*/ 0 h 267"/>
                                  <a:gd name="T12" fmla="*/ 269 w 373"/>
                                  <a:gd name="T13" fmla="*/ 203 h 267"/>
                                  <a:gd name="T14" fmla="*/ 304 w 373"/>
                                  <a:gd name="T15" fmla="*/ 0 h 267"/>
                                  <a:gd name="T16" fmla="*/ 373 w 373"/>
                                  <a:gd name="T17" fmla="*/ 0 h 267"/>
                                  <a:gd name="T18" fmla="*/ 311 w 373"/>
                                  <a:gd name="T19" fmla="*/ 267 h 267"/>
                                  <a:gd name="T20" fmla="*/ 222 w 373"/>
                                  <a:gd name="T21" fmla="*/ 267 h 267"/>
                                  <a:gd name="T22" fmla="*/ 186 w 373"/>
                                  <a:gd name="T23" fmla="*/ 62 h 267"/>
                                  <a:gd name="T24" fmla="*/ 151 w 373"/>
                                  <a:gd name="T25" fmla="*/ 267 h 267"/>
                                  <a:gd name="T26" fmla="*/ 58 w 373"/>
                                  <a:gd name="T27" fmla="*/ 267 h 267"/>
                                  <a:gd name="T28" fmla="*/ 0 w 373"/>
                                  <a:gd name="T29" fmla="*/ 0 h 2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73" h="267">
                                    <a:moveTo>
                                      <a:pt x="0" y="0"/>
                                    </a:moveTo>
                                    <a:lnTo>
                                      <a:pt x="72" y="0"/>
                                    </a:lnTo>
                                    <a:lnTo>
                                      <a:pt x="105" y="203"/>
                                    </a:lnTo>
                                    <a:lnTo>
                                      <a:pt x="107" y="203"/>
                                    </a:lnTo>
                                    <a:lnTo>
                                      <a:pt x="141" y="0"/>
                                    </a:lnTo>
                                    <a:lnTo>
                                      <a:pt x="232" y="0"/>
                                    </a:lnTo>
                                    <a:lnTo>
                                      <a:pt x="269" y="203"/>
                                    </a:lnTo>
                                    <a:lnTo>
                                      <a:pt x="304" y="0"/>
                                    </a:lnTo>
                                    <a:lnTo>
                                      <a:pt x="373" y="0"/>
                                    </a:lnTo>
                                    <a:lnTo>
                                      <a:pt x="311" y="267"/>
                                    </a:lnTo>
                                    <a:lnTo>
                                      <a:pt x="222" y="267"/>
                                    </a:lnTo>
                                    <a:lnTo>
                                      <a:pt x="186" y="62"/>
                                    </a:lnTo>
                                    <a:lnTo>
                                      <a:pt x="151" y="267"/>
                                    </a:lnTo>
                                    <a:lnTo>
                                      <a:pt x="58" y="26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5" name="Freeform 220"/>
                            <wps:cNvSpPr>
                              <a:spLocks/>
                            </wps:cNvSpPr>
                            <wps:spPr bwMode="auto">
                              <a:xfrm>
                                <a:off x="0" y="178544"/>
                                <a:ext cx="100291" cy="136416"/>
                              </a:xfrm>
                              <a:custGeom>
                                <a:avLst/>
                                <a:gdLst>
                                  <a:gd name="T0" fmla="*/ 116 w 201"/>
                                  <a:gd name="T1" fmla="*/ 0 h 271"/>
                                  <a:gd name="T2" fmla="*/ 170 w 201"/>
                                  <a:gd name="T3" fmla="*/ 4 h 271"/>
                                  <a:gd name="T4" fmla="*/ 180 w 201"/>
                                  <a:gd name="T5" fmla="*/ 64 h 271"/>
                                  <a:gd name="T6" fmla="*/ 166 w 201"/>
                                  <a:gd name="T7" fmla="*/ 58 h 271"/>
                                  <a:gd name="T8" fmla="*/ 137 w 201"/>
                                  <a:gd name="T9" fmla="*/ 52 h 271"/>
                                  <a:gd name="T10" fmla="*/ 122 w 201"/>
                                  <a:gd name="T11" fmla="*/ 52 h 271"/>
                                  <a:gd name="T12" fmla="*/ 91 w 201"/>
                                  <a:gd name="T13" fmla="*/ 54 h 271"/>
                                  <a:gd name="T14" fmla="*/ 77 w 201"/>
                                  <a:gd name="T15" fmla="*/ 62 h 271"/>
                                  <a:gd name="T16" fmla="*/ 73 w 201"/>
                                  <a:gd name="T17" fmla="*/ 75 h 271"/>
                                  <a:gd name="T18" fmla="*/ 73 w 201"/>
                                  <a:gd name="T19" fmla="*/ 81 h 271"/>
                                  <a:gd name="T20" fmla="*/ 85 w 201"/>
                                  <a:gd name="T21" fmla="*/ 93 h 271"/>
                                  <a:gd name="T22" fmla="*/ 114 w 201"/>
                                  <a:gd name="T23" fmla="*/ 102 h 271"/>
                                  <a:gd name="T24" fmla="*/ 160 w 201"/>
                                  <a:gd name="T25" fmla="*/ 120 h 271"/>
                                  <a:gd name="T26" fmla="*/ 180 w 201"/>
                                  <a:gd name="T27" fmla="*/ 133 h 271"/>
                                  <a:gd name="T28" fmla="*/ 195 w 201"/>
                                  <a:gd name="T29" fmla="*/ 155 h 271"/>
                                  <a:gd name="T30" fmla="*/ 201 w 201"/>
                                  <a:gd name="T31" fmla="*/ 184 h 271"/>
                                  <a:gd name="T32" fmla="*/ 199 w 201"/>
                                  <a:gd name="T33" fmla="*/ 197 h 271"/>
                                  <a:gd name="T34" fmla="*/ 195 w 201"/>
                                  <a:gd name="T35" fmla="*/ 219 h 271"/>
                                  <a:gd name="T36" fmla="*/ 185 w 201"/>
                                  <a:gd name="T37" fmla="*/ 236 h 271"/>
                                  <a:gd name="T38" fmla="*/ 172 w 201"/>
                                  <a:gd name="T39" fmla="*/ 250 h 271"/>
                                  <a:gd name="T40" fmla="*/ 147 w 201"/>
                                  <a:gd name="T41" fmla="*/ 263 h 271"/>
                                  <a:gd name="T42" fmla="*/ 104 w 201"/>
                                  <a:gd name="T43" fmla="*/ 271 h 271"/>
                                  <a:gd name="T44" fmla="*/ 81 w 201"/>
                                  <a:gd name="T45" fmla="*/ 271 h 271"/>
                                  <a:gd name="T46" fmla="*/ 43 w 201"/>
                                  <a:gd name="T47" fmla="*/ 269 h 271"/>
                                  <a:gd name="T48" fmla="*/ 4 w 201"/>
                                  <a:gd name="T49" fmla="*/ 259 h 271"/>
                                  <a:gd name="T50" fmla="*/ 10 w 201"/>
                                  <a:gd name="T51" fmla="*/ 201 h 271"/>
                                  <a:gd name="T52" fmla="*/ 43 w 201"/>
                                  <a:gd name="T53" fmla="*/ 215 h 271"/>
                                  <a:gd name="T54" fmla="*/ 81 w 201"/>
                                  <a:gd name="T55" fmla="*/ 219 h 271"/>
                                  <a:gd name="T56" fmla="*/ 99 w 201"/>
                                  <a:gd name="T57" fmla="*/ 219 h 271"/>
                                  <a:gd name="T58" fmla="*/ 118 w 201"/>
                                  <a:gd name="T59" fmla="*/ 211 h 271"/>
                                  <a:gd name="T60" fmla="*/ 124 w 201"/>
                                  <a:gd name="T61" fmla="*/ 201 h 271"/>
                                  <a:gd name="T62" fmla="*/ 126 w 201"/>
                                  <a:gd name="T63" fmla="*/ 193 h 271"/>
                                  <a:gd name="T64" fmla="*/ 120 w 201"/>
                                  <a:gd name="T65" fmla="*/ 178 h 271"/>
                                  <a:gd name="T66" fmla="*/ 106 w 201"/>
                                  <a:gd name="T67" fmla="*/ 168 h 271"/>
                                  <a:gd name="T68" fmla="*/ 64 w 201"/>
                                  <a:gd name="T69" fmla="*/ 155 h 271"/>
                                  <a:gd name="T70" fmla="*/ 29 w 201"/>
                                  <a:gd name="T71" fmla="*/ 139 h 271"/>
                                  <a:gd name="T72" fmla="*/ 12 w 201"/>
                                  <a:gd name="T73" fmla="*/ 122 h 271"/>
                                  <a:gd name="T74" fmla="*/ 2 w 201"/>
                                  <a:gd name="T75" fmla="*/ 97 h 271"/>
                                  <a:gd name="T76" fmla="*/ 0 w 201"/>
                                  <a:gd name="T77" fmla="*/ 81 h 271"/>
                                  <a:gd name="T78" fmla="*/ 4 w 201"/>
                                  <a:gd name="T79" fmla="*/ 58 h 271"/>
                                  <a:gd name="T80" fmla="*/ 12 w 201"/>
                                  <a:gd name="T81" fmla="*/ 40 h 271"/>
                                  <a:gd name="T82" fmla="*/ 23 w 201"/>
                                  <a:gd name="T83" fmla="*/ 27 h 271"/>
                                  <a:gd name="T84" fmla="*/ 56 w 201"/>
                                  <a:gd name="T85" fmla="*/ 7 h 271"/>
                                  <a:gd name="T86" fmla="*/ 97 w 201"/>
                                  <a:gd name="T87" fmla="*/ 0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01" h="271">
                                    <a:moveTo>
                                      <a:pt x="116" y="0"/>
                                    </a:moveTo>
                                    <a:lnTo>
                                      <a:pt x="116" y="0"/>
                                    </a:lnTo>
                                    <a:lnTo>
                                      <a:pt x="153" y="2"/>
                                    </a:lnTo>
                                    <a:lnTo>
                                      <a:pt x="170" y="4"/>
                                    </a:lnTo>
                                    <a:lnTo>
                                      <a:pt x="185" y="7"/>
                                    </a:lnTo>
                                    <a:lnTo>
                                      <a:pt x="180" y="64"/>
                                    </a:lnTo>
                                    <a:lnTo>
                                      <a:pt x="166" y="58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37" y="52"/>
                                    </a:lnTo>
                                    <a:lnTo>
                                      <a:pt x="122" y="52"/>
                                    </a:lnTo>
                                    <a:lnTo>
                                      <a:pt x="106" y="52"/>
                                    </a:lnTo>
                                    <a:lnTo>
                                      <a:pt x="91" y="54"/>
                                    </a:lnTo>
                                    <a:lnTo>
                                      <a:pt x="83" y="56"/>
                                    </a:lnTo>
                                    <a:lnTo>
                                      <a:pt x="77" y="62"/>
                                    </a:lnTo>
                                    <a:lnTo>
                                      <a:pt x="73" y="67"/>
                                    </a:lnTo>
                                    <a:lnTo>
                                      <a:pt x="73" y="75"/>
                                    </a:lnTo>
                                    <a:lnTo>
                                      <a:pt x="73" y="81"/>
                                    </a:lnTo>
                                    <a:lnTo>
                                      <a:pt x="79" y="87"/>
                                    </a:lnTo>
                                    <a:lnTo>
                                      <a:pt x="85" y="93"/>
                                    </a:lnTo>
                                    <a:lnTo>
                                      <a:pt x="93" y="97"/>
                                    </a:lnTo>
                                    <a:lnTo>
                                      <a:pt x="114" y="102"/>
                                    </a:lnTo>
                                    <a:lnTo>
                                      <a:pt x="137" y="110"/>
                                    </a:lnTo>
                                    <a:lnTo>
                                      <a:pt x="160" y="120"/>
                                    </a:lnTo>
                                    <a:lnTo>
                                      <a:pt x="170" y="126"/>
                                    </a:lnTo>
                                    <a:lnTo>
                                      <a:pt x="180" y="133"/>
                                    </a:lnTo>
                                    <a:lnTo>
                                      <a:pt x="189" y="143"/>
                                    </a:lnTo>
                                    <a:lnTo>
                                      <a:pt x="195" y="155"/>
                                    </a:lnTo>
                                    <a:lnTo>
                                      <a:pt x="199" y="168"/>
                                    </a:lnTo>
                                    <a:lnTo>
                                      <a:pt x="201" y="184"/>
                                    </a:lnTo>
                                    <a:lnTo>
                                      <a:pt x="199" y="197"/>
                                    </a:lnTo>
                                    <a:lnTo>
                                      <a:pt x="197" y="209"/>
                                    </a:lnTo>
                                    <a:lnTo>
                                      <a:pt x="195" y="219"/>
                                    </a:lnTo>
                                    <a:lnTo>
                                      <a:pt x="191" y="228"/>
                                    </a:lnTo>
                                    <a:lnTo>
                                      <a:pt x="185" y="236"/>
                                    </a:lnTo>
                                    <a:lnTo>
                                      <a:pt x="180" y="244"/>
                                    </a:lnTo>
                                    <a:lnTo>
                                      <a:pt x="172" y="250"/>
                                    </a:lnTo>
                                    <a:lnTo>
                                      <a:pt x="164" y="254"/>
                                    </a:lnTo>
                                    <a:lnTo>
                                      <a:pt x="147" y="263"/>
                                    </a:lnTo>
                                    <a:lnTo>
                                      <a:pt x="126" y="267"/>
                                    </a:lnTo>
                                    <a:lnTo>
                                      <a:pt x="104" y="271"/>
                                    </a:lnTo>
                                    <a:lnTo>
                                      <a:pt x="81" y="271"/>
                                    </a:lnTo>
                                    <a:lnTo>
                                      <a:pt x="64" y="271"/>
                                    </a:lnTo>
                                    <a:lnTo>
                                      <a:pt x="43" y="269"/>
                                    </a:lnTo>
                                    <a:lnTo>
                                      <a:pt x="21" y="265"/>
                                    </a:lnTo>
                                    <a:lnTo>
                                      <a:pt x="4" y="259"/>
                                    </a:lnTo>
                                    <a:lnTo>
                                      <a:pt x="10" y="201"/>
                                    </a:lnTo>
                                    <a:lnTo>
                                      <a:pt x="25" y="209"/>
                                    </a:lnTo>
                                    <a:lnTo>
                                      <a:pt x="43" y="215"/>
                                    </a:lnTo>
                                    <a:lnTo>
                                      <a:pt x="62" y="219"/>
                                    </a:lnTo>
                                    <a:lnTo>
                                      <a:pt x="81" y="219"/>
                                    </a:lnTo>
                                    <a:lnTo>
                                      <a:pt x="99" y="219"/>
                                    </a:lnTo>
                                    <a:lnTo>
                                      <a:pt x="112" y="215"/>
                                    </a:lnTo>
                                    <a:lnTo>
                                      <a:pt x="118" y="211"/>
                                    </a:lnTo>
                                    <a:lnTo>
                                      <a:pt x="122" y="205"/>
                                    </a:lnTo>
                                    <a:lnTo>
                                      <a:pt x="124" y="201"/>
                                    </a:lnTo>
                                    <a:lnTo>
                                      <a:pt x="126" y="193"/>
                                    </a:lnTo>
                                    <a:lnTo>
                                      <a:pt x="124" y="186"/>
                                    </a:lnTo>
                                    <a:lnTo>
                                      <a:pt x="120" y="178"/>
                                    </a:lnTo>
                                    <a:lnTo>
                                      <a:pt x="114" y="172"/>
                                    </a:lnTo>
                                    <a:lnTo>
                                      <a:pt x="106" y="168"/>
                                    </a:lnTo>
                                    <a:lnTo>
                                      <a:pt x="85" y="161"/>
                                    </a:lnTo>
                                    <a:lnTo>
                                      <a:pt x="64" y="155"/>
                                    </a:lnTo>
                                    <a:lnTo>
                                      <a:pt x="41" y="145"/>
                                    </a:lnTo>
                                    <a:lnTo>
                                      <a:pt x="29" y="139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12" y="122"/>
                                    </a:lnTo>
                                    <a:lnTo>
                                      <a:pt x="6" y="110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2" y="69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8" y="48"/>
                                    </a:lnTo>
                                    <a:lnTo>
                                      <a:pt x="12" y="40"/>
                                    </a:lnTo>
                                    <a:lnTo>
                                      <a:pt x="17" y="33"/>
                                    </a:lnTo>
                                    <a:lnTo>
                                      <a:pt x="23" y="27"/>
                                    </a:lnTo>
                                    <a:lnTo>
                                      <a:pt x="39" y="15"/>
                                    </a:lnTo>
                                    <a:lnTo>
                                      <a:pt x="56" y="7"/>
                                    </a:lnTo>
                                    <a:lnTo>
                                      <a:pt x="75" y="4"/>
                                    </a:lnTo>
                                    <a:lnTo>
                                      <a:pt x="97" y="0"/>
                                    </a:lnTo>
                                    <a:lnTo>
                                      <a:pt x="1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6" name="Freeform 221"/>
                            <wps:cNvSpPr>
                              <a:spLocks/>
                            </wps:cNvSpPr>
                            <wps:spPr bwMode="auto">
                              <a:xfrm>
                                <a:off x="0" y="178544"/>
                                <a:ext cx="100291" cy="136416"/>
                              </a:xfrm>
                              <a:custGeom>
                                <a:avLst/>
                                <a:gdLst>
                                  <a:gd name="T0" fmla="*/ 116 w 201"/>
                                  <a:gd name="T1" fmla="*/ 0 h 271"/>
                                  <a:gd name="T2" fmla="*/ 170 w 201"/>
                                  <a:gd name="T3" fmla="*/ 4 h 271"/>
                                  <a:gd name="T4" fmla="*/ 180 w 201"/>
                                  <a:gd name="T5" fmla="*/ 64 h 271"/>
                                  <a:gd name="T6" fmla="*/ 166 w 201"/>
                                  <a:gd name="T7" fmla="*/ 58 h 271"/>
                                  <a:gd name="T8" fmla="*/ 137 w 201"/>
                                  <a:gd name="T9" fmla="*/ 52 h 271"/>
                                  <a:gd name="T10" fmla="*/ 122 w 201"/>
                                  <a:gd name="T11" fmla="*/ 52 h 271"/>
                                  <a:gd name="T12" fmla="*/ 91 w 201"/>
                                  <a:gd name="T13" fmla="*/ 54 h 271"/>
                                  <a:gd name="T14" fmla="*/ 77 w 201"/>
                                  <a:gd name="T15" fmla="*/ 62 h 271"/>
                                  <a:gd name="T16" fmla="*/ 73 w 201"/>
                                  <a:gd name="T17" fmla="*/ 75 h 271"/>
                                  <a:gd name="T18" fmla="*/ 73 w 201"/>
                                  <a:gd name="T19" fmla="*/ 81 h 271"/>
                                  <a:gd name="T20" fmla="*/ 85 w 201"/>
                                  <a:gd name="T21" fmla="*/ 93 h 271"/>
                                  <a:gd name="T22" fmla="*/ 114 w 201"/>
                                  <a:gd name="T23" fmla="*/ 102 h 271"/>
                                  <a:gd name="T24" fmla="*/ 160 w 201"/>
                                  <a:gd name="T25" fmla="*/ 120 h 271"/>
                                  <a:gd name="T26" fmla="*/ 180 w 201"/>
                                  <a:gd name="T27" fmla="*/ 133 h 271"/>
                                  <a:gd name="T28" fmla="*/ 195 w 201"/>
                                  <a:gd name="T29" fmla="*/ 155 h 271"/>
                                  <a:gd name="T30" fmla="*/ 201 w 201"/>
                                  <a:gd name="T31" fmla="*/ 184 h 271"/>
                                  <a:gd name="T32" fmla="*/ 199 w 201"/>
                                  <a:gd name="T33" fmla="*/ 197 h 271"/>
                                  <a:gd name="T34" fmla="*/ 195 w 201"/>
                                  <a:gd name="T35" fmla="*/ 219 h 271"/>
                                  <a:gd name="T36" fmla="*/ 185 w 201"/>
                                  <a:gd name="T37" fmla="*/ 236 h 271"/>
                                  <a:gd name="T38" fmla="*/ 172 w 201"/>
                                  <a:gd name="T39" fmla="*/ 250 h 271"/>
                                  <a:gd name="T40" fmla="*/ 147 w 201"/>
                                  <a:gd name="T41" fmla="*/ 263 h 271"/>
                                  <a:gd name="T42" fmla="*/ 104 w 201"/>
                                  <a:gd name="T43" fmla="*/ 271 h 271"/>
                                  <a:gd name="T44" fmla="*/ 81 w 201"/>
                                  <a:gd name="T45" fmla="*/ 271 h 271"/>
                                  <a:gd name="T46" fmla="*/ 43 w 201"/>
                                  <a:gd name="T47" fmla="*/ 269 h 271"/>
                                  <a:gd name="T48" fmla="*/ 4 w 201"/>
                                  <a:gd name="T49" fmla="*/ 259 h 271"/>
                                  <a:gd name="T50" fmla="*/ 10 w 201"/>
                                  <a:gd name="T51" fmla="*/ 201 h 271"/>
                                  <a:gd name="T52" fmla="*/ 43 w 201"/>
                                  <a:gd name="T53" fmla="*/ 215 h 271"/>
                                  <a:gd name="T54" fmla="*/ 81 w 201"/>
                                  <a:gd name="T55" fmla="*/ 219 h 271"/>
                                  <a:gd name="T56" fmla="*/ 99 w 201"/>
                                  <a:gd name="T57" fmla="*/ 219 h 271"/>
                                  <a:gd name="T58" fmla="*/ 118 w 201"/>
                                  <a:gd name="T59" fmla="*/ 211 h 271"/>
                                  <a:gd name="T60" fmla="*/ 124 w 201"/>
                                  <a:gd name="T61" fmla="*/ 201 h 271"/>
                                  <a:gd name="T62" fmla="*/ 126 w 201"/>
                                  <a:gd name="T63" fmla="*/ 193 h 271"/>
                                  <a:gd name="T64" fmla="*/ 120 w 201"/>
                                  <a:gd name="T65" fmla="*/ 178 h 271"/>
                                  <a:gd name="T66" fmla="*/ 106 w 201"/>
                                  <a:gd name="T67" fmla="*/ 168 h 271"/>
                                  <a:gd name="T68" fmla="*/ 64 w 201"/>
                                  <a:gd name="T69" fmla="*/ 155 h 271"/>
                                  <a:gd name="T70" fmla="*/ 29 w 201"/>
                                  <a:gd name="T71" fmla="*/ 139 h 271"/>
                                  <a:gd name="T72" fmla="*/ 12 w 201"/>
                                  <a:gd name="T73" fmla="*/ 122 h 271"/>
                                  <a:gd name="T74" fmla="*/ 2 w 201"/>
                                  <a:gd name="T75" fmla="*/ 97 h 271"/>
                                  <a:gd name="T76" fmla="*/ 0 w 201"/>
                                  <a:gd name="T77" fmla="*/ 81 h 271"/>
                                  <a:gd name="T78" fmla="*/ 4 w 201"/>
                                  <a:gd name="T79" fmla="*/ 58 h 271"/>
                                  <a:gd name="T80" fmla="*/ 12 w 201"/>
                                  <a:gd name="T81" fmla="*/ 40 h 271"/>
                                  <a:gd name="T82" fmla="*/ 23 w 201"/>
                                  <a:gd name="T83" fmla="*/ 27 h 271"/>
                                  <a:gd name="T84" fmla="*/ 56 w 201"/>
                                  <a:gd name="T85" fmla="*/ 7 h 271"/>
                                  <a:gd name="T86" fmla="*/ 97 w 201"/>
                                  <a:gd name="T87" fmla="*/ 0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01" h="271">
                                    <a:moveTo>
                                      <a:pt x="116" y="0"/>
                                    </a:moveTo>
                                    <a:lnTo>
                                      <a:pt x="116" y="0"/>
                                    </a:lnTo>
                                    <a:lnTo>
                                      <a:pt x="153" y="2"/>
                                    </a:lnTo>
                                    <a:lnTo>
                                      <a:pt x="170" y="4"/>
                                    </a:lnTo>
                                    <a:lnTo>
                                      <a:pt x="185" y="7"/>
                                    </a:lnTo>
                                    <a:lnTo>
                                      <a:pt x="180" y="64"/>
                                    </a:lnTo>
                                    <a:lnTo>
                                      <a:pt x="166" y="58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37" y="52"/>
                                    </a:lnTo>
                                    <a:lnTo>
                                      <a:pt x="122" y="52"/>
                                    </a:lnTo>
                                    <a:lnTo>
                                      <a:pt x="106" y="52"/>
                                    </a:lnTo>
                                    <a:lnTo>
                                      <a:pt x="91" y="54"/>
                                    </a:lnTo>
                                    <a:lnTo>
                                      <a:pt x="83" y="56"/>
                                    </a:lnTo>
                                    <a:lnTo>
                                      <a:pt x="77" y="62"/>
                                    </a:lnTo>
                                    <a:lnTo>
                                      <a:pt x="73" y="67"/>
                                    </a:lnTo>
                                    <a:lnTo>
                                      <a:pt x="73" y="75"/>
                                    </a:lnTo>
                                    <a:lnTo>
                                      <a:pt x="73" y="81"/>
                                    </a:lnTo>
                                    <a:lnTo>
                                      <a:pt x="79" y="87"/>
                                    </a:lnTo>
                                    <a:lnTo>
                                      <a:pt x="85" y="93"/>
                                    </a:lnTo>
                                    <a:lnTo>
                                      <a:pt x="93" y="97"/>
                                    </a:lnTo>
                                    <a:lnTo>
                                      <a:pt x="114" y="102"/>
                                    </a:lnTo>
                                    <a:lnTo>
                                      <a:pt x="137" y="110"/>
                                    </a:lnTo>
                                    <a:lnTo>
                                      <a:pt x="160" y="120"/>
                                    </a:lnTo>
                                    <a:lnTo>
                                      <a:pt x="170" y="126"/>
                                    </a:lnTo>
                                    <a:lnTo>
                                      <a:pt x="180" y="133"/>
                                    </a:lnTo>
                                    <a:lnTo>
                                      <a:pt x="189" y="143"/>
                                    </a:lnTo>
                                    <a:lnTo>
                                      <a:pt x="195" y="155"/>
                                    </a:lnTo>
                                    <a:lnTo>
                                      <a:pt x="199" y="168"/>
                                    </a:lnTo>
                                    <a:lnTo>
                                      <a:pt x="201" y="184"/>
                                    </a:lnTo>
                                    <a:lnTo>
                                      <a:pt x="199" y="197"/>
                                    </a:lnTo>
                                    <a:lnTo>
                                      <a:pt x="197" y="209"/>
                                    </a:lnTo>
                                    <a:lnTo>
                                      <a:pt x="195" y="219"/>
                                    </a:lnTo>
                                    <a:lnTo>
                                      <a:pt x="191" y="228"/>
                                    </a:lnTo>
                                    <a:lnTo>
                                      <a:pt x="185" y="236"/>
                                    </a:lnTo>
                                    <a:lnTo>
                                      <a:pt x="180" y="244"/>
                                    </a:lnTo>
                                    <a:lnTo>
                                      <a:pt x="172" y="250"/>
                                    </a:lnTo>
                                    <a:lnTo>
                                      <a:pt x="164" y="254"/>
                                    </a:lnTo>
                                    <a:lnTo>
                                      <a:pt x="147" y="263"/>
                                    </a:lnTo>
                                    <a:lnTo>
                                      <a:pt x="126" y="267"/>
                                    </a:lnTo>
                                    <a:lnTo>
                                      <a:pt x="104" y="271"/>
                                    </a:lnTo>
                                    <a:lnTo>
                                      <a:pt x="81" y="271"/>
                                    </a:lnTo>
                                    <a:lnTo>
                                      <a:pt x="64" y="271"/>
                                    </a:lnTo>
                                    <a:lnTo>
                                      <a:pt x="43" y="269"/>
                                    </a:lnTo>
                                    <a:lnTo>
                                      <a:pt x="21" y="265"/>
                                    </a:lnTo>
                                    <a:lnTo>
                                      <a:pt x="4" y="259"/>
                                    </a:lnTo>
                                    <a:lnTo>
                                      <a:pt x="10" y="201"/>
                                    </a:lnTo>
                                    <a:lnTo>
                                      <a:pt x="25" y="209"/>
                                    </a:lnTo>
                                    <a:lnTo>
                                      <a:pt x="43" y="215"/>
                                    </a:lnTo>
                                    <a:lnTo>
                                      <a:pt x="62" y="219"/>
                                    </a:lnTo>
                                    <a:lnTo>
                                      <a:pt x="81" y="219"/>
                                    </a:lnTo>
                                    <a:lnTo>
                                      <a:pt x="99" y="219"/>
                                    </a:lnTo>
                                    <a:lnTo>
                                      <a:pt x="112" y="215"/>
                                    </a:lnTo>
                                    <a:lnTo>
                                      <a:pt x="118" y="211"/>
                                    </a:lnTo>
                                    <a:lnTo>
                                      <a:pt x="122" y="205"/>
                                    </a:lnTo>
                                    <a:lnTo>
                                      <a:pt x="124" y="201"/>
                                    </a:lnTo>
                                    <a:lnTo>
                                      <a:pt x="126" y="193"/>
                                    </a:lnTo>
                                    <a:lnTo>
                                      <a:pt x="124" y="186"/>
                                    </a:lnTo>
                                    <a:lnTo>
                                      <a:pt x="120" y="178"/>
                                    </a:lnTo>
                                    <a:lnTo>
                                      <a:pt x="114" y="172"/>
                                    </a:lnTo>
                                    <a:lnTo>
                                      <a:pt x="106" y="168"/>
                                    </a:lnTo>
                                    <a:lnTo>
                                      <a:pt x="85" y="161"/>
                                    </a:lnTo>
                                    <a:lnTo>
                                      <a:pt x="64" y="155"/>
                                    </a:lnTo>
                                    <a:lnTo>
                                      <a:pt x="41" y="145"/>
                                    </a:lnTo>
                                    <a:lnTo>
                                      <a:pt x="29" y="139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12" y="122"/>
                                    </a:lnTo>
                                    <a:lnTo>
                                      <a:pt x="6" y="110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2" y="69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8" y="48"/>
                                    </a:lnTo>
                                    <a:lnTo>
                                      <a:pt x="12" y="40"/>
                                    </a:lnTo>
                                    <a:lnTo>
                                      <a:pt x="17" y="33"/>
                                    </a:lnTo>
                                    <a:lnTo>
                                      <a:pt x="23" y="27"/>
                                    </a:lnTo>
                                    <a:lnTo>
                                      <a:pt x="39" y="15"/>
                                    </a:lnTo>
                                    <a:lnTo>
                                      <a:pt x="56" y="7"/>
                                    </a:lnTo>
                                    <a:lnTo>
                                      <a:pt x="75" y="4"/>
                                    </a:lnTo>
                                    <a:lnTo>
                                      <a:pt x="97" y="0"/>
                                    </a:lnTo>
                                    <a:lnTo>
                                      <a:pt x="116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3C2D7633" id="Plátno 247" o:spid="_x0000_s1026" editas="canvas" style="width:85.05pt;height:24.8pt;mso-position-horizontal-relative:char;mso-position-vertical-relative:line" coordsize="10801,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10801;height:3149;visibility:visible;mso-wrap-style:square">
                      <v:fill o:detectmouseclick="t"/>
                      <v:path o:connecttype="none"/>
                    </v:shape>
                    <v:shape id="Freeform 210" o:spid="_x0000_s1028" style="position:absolute;left:8013;top:421;width:2788;height:2718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xfh8UA&#10;AADcAAAADwAAAGRycy9kb3ducmV2LnhtbESPQWvCQBSE70L/w/IK3nRjWkWiGwmFQk9KtYUeH9ln&#10;EpN9m+5uY/z33YLQ4zAz3zDb3Wg6MZDzjWUFi3kCgri0uuFKwcfpdbYG4QOyxs4yKbiRh13+MNli&#10;pu2V32k4hkpECPsMFdQh9JmUvqzJoJ/bnjh6Z+sMhihdJbXDa4SbTqZJspIGG44LNfb0UlPZHn+M&#10;gmH9/dxS0fhidTgl4dOZr8s+VWr6OBYbEIHG8B++t9+0gvRpCX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7F+HxQAAANwAAAAPAAAAAAAAAAAAAAAAAJgCAABkcnMv&#10;ZG93bnJldi54bWxQSwUGAAAAAAQABAD1AAAAigMAAAAA&#10;" path="m444,423r,54l112,477r,-54l276,256,444,423xm556,181r-203,l485,49,436,4,276,165,114,,69,47,201,181,,181r,62l201,243,46,396r,147l508,543r,-147l353,243r203,l556,181xe" fillcolor="black" stroked="f">
                      <v:path arrowok="t" o:connecttype="custom" o:connectlocs="222646,211756;222646,238789;56163,238789;56163,211756;138402,128155;222646,211756;278809,90610;177014,90610;243206,24530;218634,2002;138402,82600;57166,0;34600,23528;100792,90610;0,90610;0,121647;100792,121647;23067,198240;23067,271829;254739,271829;254739,198240;177014,121647;278809,121647;278809,90610" o:connectangles="0,0,0,0,0,0,0,0,0,0,0,0,0,0,0,0,0,0,0,0,0,0,0,0"/>
                      <o:lock v:ext="edit" verticies="t"/>
                    </v:shape>
                    <v:shape id="Freeform 211" o:spid="_x0000_s1029" style="position:absolute;left:9076;width:662;height:662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+QMQA&#10;AADcAAAADwAAAGRycy9kb3ducmV2LnhtbESPQYvCMBSE7wv+h/AEb2uqi7JUo4giLCwe1L14ezTP&#10;Ntq8lCa2dX+9EQSPw8x8w8yXnS1FQ7U3jhWMhgkI4sxpw7mCv+P28xuED8gaS8ek4E4elovexxxT&#10;7VreU3MIuYgQ9ikqKEKoUil9VpBFP3QVcfTOrrYYoqxzqWtsI9yWcpwkU2nRcFwosKJ1Qdn1cLMK&#10;THu8TU7/eFmb0841v81ukydaqUG/W81ABOrCO/xq/2gF468pPM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efkD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      <v:path arrowok="t" o:connecttype="custom" o:connectlocs="66192,33101;66192,33101;65687,39621;63666,46642;60634,51658;56592,56171;52044,60184;45981,64196;39917,66202;33349,66202;33349,66202;26275,66202;20717,64196;14653,60184;9600,56171;6063,51658;3032,46642;1011,39621;0,33101;0,33101;1011,26080;3032,20563;6063,14544;9600,9529;14653,6018;20717,3009;26275,1003;33349,0;33349,0;39917,1003;45981,3009;52044,6018;56592,9529;60634,14544;63666,20563;65687,26080;66192,33101" o:connectangles="0,0,0,0,0,0,0,0,0,0,0,0,0,0,0,0,0,0,0,0,0,0,0,0,0,0,0,0,0,0,0,0,0,0,0,0,0"/>
                    </v:shape>
                    <v:shape id="Freeform 212" o:spid="_x0000_s1030" style="position:absolute;left:9076;width:662;height:662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RdUcUA&#10;AADcAAAADwAAAGRycy9kb3ducmV2LnhtbESP0WrCQBRE34X+w3ILfTMbFWqJrqKlxfqimPoB1+w1&#10;CWbvptk1iX/fFQQfh5k5w8yXvalES40rLSsYRTEI4szqknMFx9/v4QcI55E1VpZJwY0cLBcvgzkm&#10;2nZ8oDb1uQgQdgkqKLyvEyldVpBBF9maOHhn2xj0QTa51A12AW4qOY7jd2mw5LBQYE2fBWWX9GoU&#10;bPLLdb1r02obn+zX39pvbt1+otTba7+agfDU+2f40f7RCsaTKd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JF1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      <v:path arrowok="t" o:connecttype="custom" o:connectlocs="66192,33101;66192,33101;65687,39621;63666,46642;60634,51658;56592,56171;52044,60184;45981,64196;39917,66202;33349,66202;33349,66202;26275,66202;20717,64196;14653,60184;9600,56171;6063,51658;3032,46642;1011,39621;0,33101;0,33101;1011,26080;3032,20563;6063,14544;9600,9529;14653,6018;20717,3009;26275,1003;33349,0;33349,0;39917,1003;45981,3009;52044,6018;56592,9529;60634,14544;63666,20563;65687,26080;66192,33101" o:connectangles="0,0,0,0,0,0,0,0,0,0,0,0,0,0,0,0,0,0,0,0,0,0,0,0,0,0,0,0,0,0,0,0,0,0,0,0,0"/>
                    </v:shape>
                    <v:shape id="Freeform 213" o:spid="_x0000_s1031" style="position:absolute;left:6017;top:1785;width:1334;height:1364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QWzcIA&#10;AADcAAAADwAAAGRycy9kb3ducmV2LnhtbERPz2vCMBS+D/wfwhN2W9MpTOmMMkYLOw1WBfH2aJ5N&#10;XfNSmlRb/3pzGOz48f3e7Ebbiiv1vnGs4DVJQRBXTjdcKzjsi5c1CB+QNbaOScFEHnbb2dMGM+1u&#10;/EPXMtQihrDPUIEJocuk9JUhiz5xHXHkzq63GCLsa6l7vMVw28pFmr5Jiw3HBoMdfRqqfsvBKiia&#10;Q5tPy+/L5TSQObq8PK/uk1LP8/HjHUSgMfyL/9xfWsFiGdfGM/EI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BbNwgAAANw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      <v:path arrowok="t" o:connecttype="custom" o:connectlocs="66694,0;81236,1007;94775,3524;106308,9564;115836,17618;123859,27183;128874,38760;131381,52352;133387,67956;130378,90608;126868,103193;119848,113764;111323,122825;101795,129369;88758,134402;74215,136416;66694,136416;51148,135409;37609,132389;26076,126852;16548,118798;9528,108227;3510,96649;1003,83561;0,67956;2006,45808;6519,33223;12536,22149;21061,13591;31592,6544;44629,2014;58169,0;66694,110240;73212,110240;85247,103193;91766,91615;94775,76010;95778,67956;93772,51345;88758,37754;80233,29196;66694,26176;59172,26176;47137,33223;39615,44801;36606,59399;35603,67956;37609,83561;42624,97152;52151,107220;66694,110240" o:connectangles="0,0,0,0,0,0,0,0,0,0,0,0,0,0,0,0,0,0,0,0,0,0,0,0,0,0,0,0,0,0,0,0,0,0,0,0,0,0,0,0,0,0,0,0,0,0,0,0,0,0,0"/>
                      <o:lock v:ext="edit" verticies="t"/>
                    </v:shape>
                    <v:shape id="Freeform 214" o:spid="_x0000_s1032" style="position:absolute;left:6017;top:1785;width:1334;height:1364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ZPMYA&#10;AADcAAAADwAAAGRycy9kb3ducmV2LnhtbESPQWsCMRSE7wX/Q3hCbzVbLWJXoxSLopeCWvD63Lxu&#10;tt28LEm6u/XXN4WCx2FmvmEWq97WoiUfKscKHkcZCOLC6YpLBe+nzcMMRIjIGmvHpOCHAqyWg7sF&#10;5tp1fKD2GEuRIBxyVGBibHIpQ2HIYhi5hjh5H85bjEn6UmqPXYLbWo6zbCotVpwWDDa0NlR8Hb+t&#10;gnPXv/m9bl+v2/3ndH2yl6eruSh1P+xf5iAi9fEW/m/vtILx5Bn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jZP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      <v:path arrowok="t" o:connecttype="custom" o:connectlocs="66694,0;81236,1007;94775,3524;106308,9564;115836,17618;123859,27183;128874,38760;131381,52352;133387,67956;130378,90608;126868,103193;119848,113764;111323,122825;101795,129369;88758,134402;74215,136416;66694,136416;51148,135409;37609,132389;26076,126852;16548,118798;9528,108227;3510,96649;1003,83561;0,67956;2006,45808;6519,33223;12536,22149;21061,13591;31592,6544;44629,2014;58169,0" o:connectangles="0,0,0,0,0,0,0,0,0,0,0,0,0,0,0,0,0,0,0,0,0,0,0,0,0,0,0,0,0,0,0,0"/>
                    </v:shape>
                    <v:shape id="Freeform 215" o:spid="_x0000_s1033" style="position:absolute;left:6378;top:2046;width:592;height:842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n4icIA&#10;AADcAAAADwAAAGRycy9kb3ducmV2LnhtbERPy2rCQBTdC/7DcAV3ZuIDkdRRRCwqXZkKxd0lc5uk&#10;ydxJM2OS/n1nUejycN7b/WBq0VHrSssK5lEMgjizuuRcwf39dbYB4TyyxtoyKfghB/vdeLTFRNue&#10;b9SlPhchhF2CCgrvm0RKlxVk0EW2IQ7cp20N+gDbXOoW+xBuarmI47U0WHJoKLChY0FZlT6NgvPX&#10;t/Efj3wpz49rXaV91Z3eYqWmk+HwAsLT4P/Ff+6LVrBYhf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2fiJ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      <v:path arrowok="t" o:connecttype="custom" o:connectlocs="30572,84257;30572,84257;36983,84257;43886,81230;48817,77194;52269,71139;55227,65589;57200,57517;58186,49949;59172,41876;59172,41876;58186,33299;57200,25227;55227,18668;52269,11604;48817,7063;43886,3027;36983,0;30572,0;30572,0;23176,0;16272,3027;11341,7063;6903,11604;3945,18668;1972,25227;986,33299;0,41876;0,41876;986,49949;1972,57517;3945,65589;6903,71139;11341,77194;16272,81230;23176,84257;30572,84257" o:connectangles="0,0,0,0,0,0,0,0,0,0,0,0,0,0,0,0,0,0,0,0,0,0,0,0,0,0,0,0,0,0,0,0,0,0,0,0,0"/>
                    </v:shape>
                    <v:shape id="Freeform 216" o:spid="_x0000_s1034" style="position:absolute;left:4603;top:1785;width:1163;height:1364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FNcUA&#10;AADcAAAADwAAAGRycy9kb3ducmV2LnhtbESPQWvCQBSE74X+h+UVvIhuTCWU6CoqKFKwUCueH9ln&#10;EpJ9G3ZXjf++WxB6HGbmG2a+7E0rbuR8bVnBZJyAIC6srrlUcPrZjj5A+ICssbVMCh7kYbl4fZlj&#10;ru2dv+l2DKWIEPY5KqhC6HIpfVGRQT+2HXH0LtYZDFG6UmqH9wg3rUyTJJMGa44LFXa0qahojlej&#10;4PB1ynbvzWe2O/fD0GzdNT2sh0oN3vrVDESgPvyHn+29VpBOJ/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UU1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      <v:path arrowok="t" o:connecttype="custom" o:connectlocs="77559,0;97200,1007;113820,34733;104755,31210;87128,26176;78566,26176;61946,29196;48348,37754;39787,50338;36765,67956;37772,78024;43816,93629;56406,104200;72019,110240;81588,110240;99215,108227;115834,103193;116338,130375;100222,135409;77559,136416;63961,136416;43816,131382;30721,125845;20145,116784;10576,107220;3525,93629;1007,77017;0,67956;1511,51345;5540,37754;13598,26176;22160,16612;33743,8557;46334,3524;60939,1007" o:connectangles="0,0,0,0,0,0,0,0,0,0,0,0,0,0,0,0,0,0,0,0,0,0,0,0,0,0,0,0,0,0,0,0,0,0,0"/>
                    </v:shape>
                    <v:shape id="Freeform 217" o:spid="_x0000_s1035" style="position:absolute;left:4603;top:1785;width:1163;height:1364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MwsUA&#10;AADcAAAADwAAAGRycy9kb3ducmV2LnhtbESPQWvCQBSE7wX/w/KE3urGYItEVxFFkR4KRsHrI/vM&#10;RrNvQ3YbY399t1DwOMzMN8x82dtadNT6yrGC8SgBQVw4XXGp4HTcvk1B+ICssXZMCh7kYbkYvMwx&#10;0+7OB+ryUIoIYZ+hAhNCk0npC0MW/cg1xNG7uNZiiLItpW7xHuG2lmmSfEiLFccFgw2tDRW3/Nsq&#10;2K1NPTkfTvyz2X1x87npru95p9TrsF/NQATqwzP8395rBekkhb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HEzC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      <v:path arrowok="t" o:connecttype="custom" o:connectlocs="77559,0;97200,1007;113820,34733;104755,31210;87128,26176;78566,26176;61946,29196;48348,37754;39787,50338;36765,67956;37772,78024;43816,93629;56406,104200;72019,110240;81588,110240;99215,108227;115834,103193;116338,130375;100222,135409;77559,136416;63961,136416;43816,131382;30721,125845;20145,116784;10576,107220;3525,93629;1007,77017;0,67956;1511,51345;5540,37754;13598,26176;22160,16612;33743,8557;46334,3524;60939,1007" o:connectangles="0,0,0,0,0,0,0,0,0,0,0,0,0,0,0,0,0,0,0,0,0,0,0,0,0,0,0,0,0,0,0,0,0,0,0"/>
                    </v:shape>
                    <v:shape id="Freeform 218" o:spid="_x0000_s1036" style="position:absolute;left:3379;top:1795;width:953;height:1344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Yc4s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NBnD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Yc4sMAAADcAAAADwAAAAAAAAAAAAAAAACYAgAAZHJzL2Rv&#10;d25yZXYueG1sUEsFBgAAAAAEAAQA9QAAAIgDAAAAAA==&#10;" path="m,l186,r,50l68,50r,54l178,104r,53l68,157r,58l190,215r,52l,267,,xe" fillcolor="black" stroked="f">
                      <v:path arrowok="t" o:connecttype="custom" o:connectlocs="0,0;93271,0;93271,25170;34099,25170;34099,52354;89260,52354;89260,79035;34099,79035;34099,108233;95277,108233;95277,134410;0,134410;0,0" o:connectangles="0,0,0,0,0,0,0,0,0,0,0,0,0"/>
                    </v:shape>
                    <v:shape id="Freeform 219" o:spid="_x0000_s1037" style="position:absolute;left:1243;top:1795;width:1866;height:1344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rFPsYA&#10;AADcAAAADwAAAGRycy9kb3ducmV2LnhtbESPUWvCQBCE3wv+h2MFX4peKqFI6ikqlbZIobGlz0tu&#10;TYK5vZDbavTXe4VCH4eZ+YaZL3vXqBN1ofZs4GGSgCIuvK25NPD1uR3PQAVBtth4JgMXCrBcDO7m&#10;mFl/5pxOeylVhHDI0EAl0mZah6Iih2HiW+LoHXznUKLsSm07PEe4a/Q0SR61w5rjQoUtbSoqjvsf&#10;Z+D5cs3fPq7337tEXvJ3Wq+1pL0xo2G/egIl1Mt/+K/9ag1M0xR+z8Qj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rFPsYAAADcAAAADwAAAAAAAAAAAAAAAACYAgAAZHJz&#10;L2Rvd25yZXYueG1sUEsFBgAAAAAEAAQA9QAAAIsDAAAAAA==&#10;" path="m,l72,r33,203l107,203,141,r91,l269,203,304,r69,l311,267r-89,l186,62,151,267r-93,l,xe" fillcolor="black" stroked="f">
                      <v:path arrowok="t" o:connecttype="custom" o:connectlocs="0,0;36008,0;52512,102192;53512,102192;70515,0;116026,0;134530,102192;152033,0;186541,0;155534,134410;111024,134410;93020,31211;75517,134410;29006,134410;0,0" o:connectangles="0,0,0,0,0,0,0,0,0,0,0,0,0,0,0"/>
                    </v:shape>
                    <v:shape id="Freeform 220" o:spid="_x0000_s1038" style="position:absolute;top:1785;width:1002;height:1364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6m58QA&#10;AADcAAAADwAAAGRycy9kb3ducmV2LnhtbESPQWvCQBSE7wX/w/IEb3VjUFtSVykFUTwU1BR6fGRf&#10;s9Hs25hdNf57tyB4HGa+GWa26GwtLtT6yrGC0TABQVw4XXGpIN8vX99B+ICssXZMCm7kYTHvvcww&#10;0+7KW7rsQiliCfsMFZgQmkxKXxiy6IeuIY7en2sthijbUuoWr7Hc1jJNkqm0WHFcMNjQl6HiuDtb&#10;BSnJQ24nq7dpQt3Pr0xPh2+zUWrQ7z4/QATqwjP8oNc6cuMJ/J+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upuf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      <v:path arrowok="t" o:connecttype="custom" o:connectlocs="57879,0;84823,2014;89813,32216;82827,29196;68358,26176;60873,26176;45405,27183;38420,31210;36424,37754;36424,40774;42412,46814;56881,51345;79834,60406;89813,66950;97297,78024;100291,92622;99293,99166;97297,110240;92308,118798;85821,125845;73347,132389;51892,136416;40416,136416;21455,135409;1996,130375;4990,101179;21455,108227;40416,110240;49397,110240;58877,106213;61871,101179;62869,97152;59875,89602;52890,84568;31933,78024;14470,69970;5988,61412;998,48828;0,40774;1996,29196;5988,20135;11476,13591;27942,3524;48399,0" o:connectangles="0,0,0,0,0,0,0,0,0,0,0,0,0,0,0,0,0,0,0,0,0,0,0,0,0,0,0,0,0,0,0,0,0,0,0,0,0,0,0,0,0,0,0,0"/>
                    </v:shape>
                    <v:shape id="Freeform 221" o:spid="_x0000_s1039" style="position:absolute;top:1785;width:1002;height:1364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C9cMA&#10;AADcAAAADwAAAGRycy9kb3ducmV2LnhtbESPQYvCMBSE7wv+h/AEL6LpyiJSjaKygketXrw9m2db&#10;bF5KE9vqrzcLwh6HmfmGWaw6U4qGaldYVvA9jkAQp1YXnCk4n3ajGQjnkTWWlknBkxyslr2vBcba&#10;tnykJvGZCBB2MSrIva9iKV2ak0E3thVx8G62NuiDrDOpa2wD3JRyEkVTabDgsJBjRduc0nvyMAoe&#10;Q5dsr/owvHRNqn9fm7YtXmulBv1uPQfhqfP/4U97rxVMfqbwdyYc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jC9cMAAADc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      <v:path arrowok="t" o:connecttype="custom" o:connectlocs="57879,0;84823,2014;89813,32216;82827,29196;68358,26176;60873,26176;45405,27183;38420,31210;36424,37754;36424,40774;42412,46814;56881,51345;79834,60406;89813,66950;97297,78024;100291,92622;99293,99166;97297,110240;92308,118798;85821,125845;73347,132389;51892,136416;40416,136416;21455,135409;1996,130375;4990,101179;21455,108227;40416,110240;49397,110240;58877,106213;61871,101179;62869,97152;59875,89602;52890,84568;31933,78024;14470,69970;5988,61412;998,48828;0,40774;1996,29196;5988,20135;11476,13591;27942,3524;48399,0" o:connectangles="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835" w:type="dxa"/>
          <w:tcMar>
            <w:left w:w="113" w:type="dxa"/>
            <w:bottom w:w="113" w:type="dxa"/>
          </w:tcMar>
          <w:vAlign w:val="bottom"/>
        </w:tcPr>
        <w:p w14:paraId="2C4AEE8B" w14:textId="77777777" w:rsidR="00130FFB" w:rsidRPr="0037186F" w:rsidRDefault="00130FFB" w:rsidP="00FE031B">
          <w:pPr>
            <w:jc w:val="center"/>
            <w:rPr>
              <w:color w:val="000000" w:themeColor="text1"/>
              <w:sz w:val="12"/>
            </w:rPr>
          </w:pPr>
        </w:p>
      </w:tc>
    </w:tr>
    <w:tr w:rsidR="00130FFB" w:rsidRPr="00AA14F6" w14:paraId="2D3D0C10" w14:textId="77777777" w:rsidTr="006D3A70">
      <w:trPr>
        <w:trHeight w:val="227"/>
        <w:jc w:val="center"/>
      </w:trPr>
      <w:tc>
        <w:tcPr>
          <w:tcW w:w="2834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tcMar>
            <w:top w:w="57" w:type="dxa"/>
            <w:left w:w="113" w:type="dxa"/>
          </w:tcMar>
          <w:vAlign w:val="bottom"/>
        </w:tcPr>
        <w:p w14:paraId="1E8CE1BF" w14:textId="77777777" w:rsidR="00130FFB" w:rsidRPr="0037186F" w:rsidRDefault="00130FFB" w:rsidP="0037186F">
          <w:pPr>
            <w:jc w:val="left"/>
            <w:rPr>
              <w:color w:val="000000" w:themeColor="text1"/>
              <w:sz w:val="12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tcMar>
            <w:top w:w="57" w:type="dxa"/>
            <w:left w:w="113" w:type="dxa"/>
          </w:tcMar>
          <w:vAlign w:val="bottom"/>
        </w:tcPr>
        <w:p w14:paraId="1DBD2764" w14:textId="1741E603" w:rsidR="00130FFB" w:rsidRPr="008A758D" w:rsidRDefault="00130FFB" w:rsidP="0037186F">
          <w:pPr>
            <w:jc w:val="left"/>
            <w:rPr>
              <w:b/>
              <w:color w:val="000000" w:themeColor="text1"/>
              <w:w w:val="102"/>
              <w:sz w:val="22"/>
              <w:szCs w:val="22"/>
            </w:rPr>
          </w:pPr>
          <w:proofErr w:type="spellStart"/>
          <w:r w:rsidRPr="008A758D">
            <w:rPr>
              <w:b/>
              <w:color w:val="000000" w:themeColor="text1"/>
              <w:w w:val="102"/>
              <w:sz w:val="22"/>
              <w:szCs w:val="22"/>
            </w:rPr>
            <w:t>Sweco</w:t>
          </w:r>
          <w:proofErr w:type="spellEnd"/>
          <w:r w:rsidRPr="008A758D">
            <w:rPr>
              <w:b/>
              <w:color w:val="000000" w:themeColor="text1"/>
              <w:w w:val="102"/>
              <w:sz w:val="22"/>
              <w:szCs w:val="22"/>
            </w:rPr>
            <w:t xml:space="preserve"> a.s.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</w:tcBorders>
          <w:tcMar>
            <w:top w:w="57" w:type="dxa"/>
            <w:left w:w="113" w:type="dxa"/>
          </w:tcMar>
          <w:vAlign w:val="bottom"/>
        </w:tcPr>
        <w:p w14:paraId="7C9CFA58" w14:textId="77777777" w:rsidR="00130FFB" w:rsidRPr="0037186F" w:rsidRDefault="00130FFB" w:rsidP="0037186F">
          <w:pPr>
            <w:jc w:val="left"/>
            <w:rPr>
              <w:color w:val="000000" w:themeColor="text1"/>
              <w:sz w:val="12"/>
            </w:rPr>
          </w:pPr>
        </w:p>
      </w:tc>
    </w:tr>
    <w:tr w:rsidR="00130FFB" w:rsidRPr="00AA14F6" w14:paraId="18C8D8B7" w14:textId="77777777" w:rsidTr="00C5703F">
      <w:trPr>
        <w:trHeight w:val="227"/>
        <w:jc w:val="center"/>
      </w:trPr>
      <w:tc>
        <w:tcPr>
          <w:tcW w:w="2834" w:type="dxa"/>
          <w:tcMar>
            <w:left w:w="113" w:type="dxa"/>
          </w:tcMar>
          <w:vAlign w:val="center"/>
        </w:tcPr>
        <w:p w14:paraId="1A0492AA" w14:textId="77777777" w:rsidR="00130FFB" w:rsidRPr="0037186F" w:rsidRDefault="00130FFB" w:rsidP="00C5703F">
          <w:pPr>
            <w:jc w:val="left"/>
            <w:rPr>
              <w:color w:val="000000" w:themeColor="text1"/>
              <w:sz w:val="12"/>
            </w:rPr>
          </w:pPr>
        </w:p>
      </w:tc>
      <w:tc>
        <w:tcPr>
          <w:tcW w:w="2835" w:type="dxa"/>
          <w:tcMar>
            <w:left w:w="113" w:type="dxa"/>
          </w:tcMar>
          <w:vAlign w:val="center"/>
        </w:tcPr>
        <w:p w14:paraId="3C7B36DC" w14:textId="77777777" w:rsidR="00110A13" w:rsidRDefault="00110A13" w:rsidP="00110A13">
          <w:pPr>
            <w:jc w:val="left"/>
            <w:rPr>
              <w:color w:val="000000" w:themeColor="text1"/>
              <w:sz w:val="12"/>
            </w:rPr>
          </w:pPr>
          <w:r>
            <w:rPr>
              <w:color w:val="000000" w:themeColor="text1"/>
              <w:sz w:val="12"/>
            </w:rPr>
            <w:t>Ústředí Praha</w:t>
          </w:r>
        </w:p>
        <w:p w14:paraId="5DF46B1D" w14:textId="77777777" w:rsidR="00110A13" w:rsidRDefault="00110A13" w:rsidP="00110A13">
          <w:pPr>
            <w:jc w:val="left"/>
            <w:rPr>
              <w:color w:val="000000" w:themeColor="text1"/>
              <w:sz w:val="12"/>
            </w:rPr>
          </w:pPr>
          <w:r>
            <w:rPr>
              <w:color w:val="000000" w:themeColor="text1"/>
              <w:sz w:val="12"/>
            </w:rPr>
            <w:t>Táborská 31, Praha 4</w:t>
          </w:r>
        </w:p>
        <w:p w14:paraId="04BE2589" w14:textId="77777777" w:rsidR="00110A13" w:rsidRDefault="00110A13" w:rsidP="00110A13">
          <w:pPr>
            <w:jc w:val="left"/>
            <w:rPr>
              <w:color w:val="000000" w:themeColor="text1"/>
              <w:sz w:val="12"/>
            </w:rPr>
          </w:pPr>
          <w:r w:rsidRPr="00DD3884">
            <w:rPr>
              <w:color w:val="000000" w:themeColor="text1"/>
              <w:sz w:val="12"/>
            </w:rPr>
            <w:t>www.sweco.cz</w:t>
          </w:r>
        </w:p>
        <w:p w14:paraId="0DB29EC3" w14:textId="77777777" w:rsidR="00130FFB" w:rsidRDefault="00130FFB" w:rsidP="00C5703F">
          <w:pPr>
            <w:jc w:val="left"/>
            <w:rPr>
              <w:color w:val="000000" w:themeColor="text1"/>
              <w:sz w:val="12"/>
            </w:rPr>
          </w:pPr>
        </w:p>
        <w:p w14:paraId="188155D7" w14:textId="77777777" w:rsidR="00130FFB" w:rsidRDefault="00130FFB" w:rsidP="00DD3884">
          <w:pPr>
            <w:jc w:val="left"/>
            <w:rPr>
              <w:bCs/>
              <w:color w:val="000000" w:themeColor="text1"/>
              <w:sz w:val="12"/>
            </w:rPr>
          </w:pPr>
          <w:r w:rsidRPr="00DD3884">
            <w:rPr>
              <w:caps/>
              <w:color w:val="000000" w:themeColor="text1"/>
              <w:sz w:val="12"/>
            </w:rPr>
            <w:t>Číslo zakázky:</w:t>
          </w:r>
          <w:r w:rsidRPr="00DD3884">
            <w:rPr>
              <w:bCs/>
              <w:color w:val="000000" w:themeColor="text1"/>
              <w:sz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528303298"/>
              <w:text/>
            </w:sdtPr>
            <w:sdtEndPr/>
            <w:sdtContent>
              <w:r w:rsidR="00B40A96">
                <w:rPr>
                  <w:caps/>
                  <w:color w:val="000000" w:themeColor="text1"/>
                  <w:sz w:val="12"/>
                  <w:szCs w:val="12"/>
                </w:rPr>
                <w:t>51 8136 01 02</w:t>
              </w:r>
            </w:sdtContent>
          </w:sdt>
          <w:r>
            <w:rPr>
              <w:caps/>
              <w:color w:val="000000" w:themeColor="text1"/>
              <w:sz w:val="12"/>
              <w:szCs w:val="12"/>
            </w:rPr>
            <w:t xml:space="preserve"> </w:t>
          </w:r>
        </w:p>
        <w:p w14:paraId="34C6D905" w14:textId="77777777" w:rsidR="00130FFB" w:rsidRPr="0037186F" w:rsidRDefault="00130FFB" w:rsidP="005C2849">
          <w:pPr>
            <w:jc w:val="left"/>
            <w:rPr>
              <w:color w:val="000000" w:themeColor="text1"/>
              <w:sz w:val="12"/>
            </w:rPr>
          </w:pPr>
          <w:r>
            <w:rPr>
              <w:caps/>
              <w:color w:val="000000" w:themeColor="text1"/>
              <w:sz w:val="12"/>
            </w:rPr>
            <w:t>Archivní číslo</w:t>
          </w:r>
          <w:r w:rsidRPr="00DD3884">
            <w:rPr>
              <w:caps/>
              <w:color w:val="000000" w:themeColor="text1"/>
              <w:sz w:val="12"/>
            </w:rPr>
            <w:t>:</w:t>
          </w:r>
          <w:r w:rsidRPr="00DD3884">
            <w:rPr>
              <w:bCs/>
              <w:color w:val="000000" w:themeColor="text1"/>
              <w:sz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</w:rPr>
              <w:alias w:val="Archivní číslo"/>
              <w:tag w:val="Poc"/>
              <w:id w:val="455455351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</w:rPr>
                <w:t>004595/19/1</w:t>
              </w:r>
            </w:sdtContent>
          </w:sdt>
        </w:p>
      </w:tc>
      <w:tc>
        <w:tcPr>
          <w:tcW w:w="2835" w:type="dxa"/>
          <w:tcMar>
            <w:left w:w="113" w:type="dxa"/>
          </w:tcMar>
          <w:vAlign w:val="center"/>
        </w:tcPr>
        <w:p w14:paraId="4B806C55" w14:textId="77777777" w:rsidR="00130FFB" w:rsidRPr="0037186F" w:rsidRDefault="00130FFB" w:rsidP="00C5703F">
          <w:pPr>
            <w:jc w:val="left"/>
            <w:rPr>
              <w:color w:val="000000" w:themeColor="text1"/>
              <w:sz w:val="12"/>
            </w:rPr>
          </w:pPr>
        </w:p>
      </w:tc>
    </w:tr>
  </w:tbl>
  <w:p w14:paraId="6C2EA42B" w14:textId="77777777" w:rsidR="00130FFB" w:rsidRDefault="00130FFB" w:rsidP="003718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CF991" w14:textId="77777777" w:rsidR="00130FFB" w:rsidRPr="00BA71A3" w:rsidRDefault="00130FFB" w:rsidP="00BA71A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30FFB" w14:paraId="3A063226" w14:textId="77777777" w:rsidTr="00837B8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EFE9A39" w14:textId="77777777" w:rsidR="00130FFB" w:rsidRDefault="00130FFB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86F89CD" w14:textId="77777777" w:rsidR="00130FFB" w:rsidRPr="00B40E75" w:rsidRDefault="00130FFB" w:rsidP="00837B8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72122F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433A7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130FFB" w14:paraId="3F980B97" w14:textId="77777777" w:rsidTr="00837B8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ABEA9E2" w14:textId="77777777" w:rsidR="00130FFB" w:rsidRDefault="00130FFB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82888485"/>
              <w:text/>
            </w:sdtPr>
            <w:sdtEndPr/>
            <w:sdtContent>
              <w:r w:rsidR="00B40A96">
                <w:rPr>
                  <w:caps/>
                  <w:color w:val="000000" w:themeColor="text1"/>
                  <w:sz w:val="12"/>
                  <w:szCs w:val="12"/>
                </w:rPr>
                <w:t>51 8136 01 02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1F8800EB" w14:textId="0CED4B2E" w:rsidR="00130FFB" w:rsidRDefault="00130FFB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881678901"/>
              <w:text/>
            </w:sdtPr>
            <w:sdtEndPr/>
            <w:sdtContent>
              <w:r w:rsidR="008B4707">
                <w:rPr>
                  <w:color w:val="000000" w:themeColor="text1"/>
                  <w:sz w:val="12"/>
                  <w:szCs w:val="12"/>
                </w:rPr>
                <w:t>j</w:t>
              </w:r>
            </w:sdtContent>
          </w:sdt>
        </w:p>
      </w:tc>
    </w:tr>
    <w:tr w:rsidR="00130FFB" w14:paraId="21BE4273" w14:textId="77777777" w:rsidTr="00837B8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47017FFD" w14:textId="77777777" w:rsidR="00130FFB" w:rsidRDefault="00130FFB" w:rsidP="00837B8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248117219"/>
              <w:text/>
            </w:sdtPr>
            <w:sdtEndPr/>
            <w:sdtContent>
              <w:r w:rsidR="0072122F">
                <w:rPr>
                  <w:color w:val="000000" w:themeColor="text1"/>
                  <w:sz w:val="12"/>
                  <w:szCs w:val="12"/>
                </w:rPr>
                <w:t>004595/19/1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F97E87A" w14:textId="77777777" w:rsidR="00130FFB" w:rsidRPr="00B40E75" w:rsidRDefault="00130FFB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963493019"/>
              <w:text/>
            </w:sdtPr>
            <w:sdtEndPr/>
            <w:sdtContent>
              <w:r w:rsidR="0072059C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1B07FD1D" w14:textId="77777777" w:rsidR="00130FFB" w:rsidRPr="00F81B53" w:rsidRDefault="00130FFB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30FFB" w14:paraId="3B26FD55" w14:textId="77777777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5E8B9D3" w14:textId="77777777" w:rsidR="00130FFB" w:rsidRDefault="00130FFB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C2D912B" w14:textId="77777777" w:rsidR="00130FFB" w:rsidRPr="00B40E75" w:rsidRDefault="00130FFB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ED31F4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ED31F4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130FFB" w14:paraId="17AEA316" w14:textId="77777777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61D17022" w14:textId="77777777" w:rsidR="00130FFB" w:rsidRDefault="00130FFB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2810731"/>
              <w:text/>
            </w:sdtPr>
            <w:sdtEndPr/>
            <w:sdtContent>
              <w:r w:rsidR="00B40A96">
                <w:rPr>
                  <w:caps/>
                  <w:color w:val="000000" w:themeColor="text1"/>
                  <w:sz w:val="12"/>
                  <w:szCs w:val="12"/>
                </w:rPr>
                <w:t>51 8136 01 02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AC7A26A" w14:textId="10D30497" w:rsidR="00130FFB" w:rsidRDefault="00130FFB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083755530"/>
              <w:text/>
            </w:sdtPr>
            <w:sdtEndPr/>
            <w:sdtContent>
              <w:r w:rsidR="008B4707">
                <w:rPr>
                  <w:color w:val="000000" w:themeColor="text1"/>
                  <w:sz w:val="12"/>
                  <w:szCs w:val="12"/>
                </w:rPr>
                <w:t>j</w:t>
              </w:r>
            </w:sdtContent>
          </w:sdt>
        </w:p>
      </w:tc>
    </w:tr>
    <w:tr w:rsidR="00130FFB" w14:paraId="7A13F5CE" w14:textId="77777777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21B35005" w14:textId="77777777" w:rsidR="00130FFB" w:rsidRDefault="00130FFB" w:rsidP="001F529C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326577900"/>
              <w:text/>
            </w:sdtPr>
            <w:sdtEndPr/>
            <w:sdtContent>
              <w:r w:rsidR="0072122F">
                <w:rPr>
                  <w:color w:val="000000" w:themeColor="text1"/>
                  <w:sz w:val="12"/>
                  <w:szCs w:val="12"/>
                </w:rPr>
                <w:t>004595/19/1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7119F2A" w14:textId="77777777" w:rsidR="00130FFB" w:rsidRPr="00B40E75" w:rsidRDefault="00130FFB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713726946"/>
              <w:text/>
            </w:sdtPr>
            <w:sdtEndPr/>
            <w:sdtContent>
              <w:r w:rsidR="0072059C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6AC9E13C" w14:textId="77777777" w:rsidR="00130FFB" w:rsidRPr="00F81B53" w:rsidRDefault="00130FFB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BB46B" w14:textId="77777777" w:rsidR="00617AAF" w:rsidRDefault="00617AAF" w:rsidP="00207A11">
      <w:r>
        <w:separator/>
      </w:r>
    </w:p>
  </w:footnote>
  <w:footnote w:type="continuationSeparator" w:id="0">
    <w:p w14:paraId="6688E321" w14:textId="77777777" w:rsidR="00617AAF" w:rsidRDefault="00617AAF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986F" w14:textId="77777777" w:rsidR="00130FFB" w:rsidRDefault="00130FFB" w:rsidP="0093354C">
    <w:pPr>
      <w:pStyle w:val="Zhlav"/>
      <w:tabs>
        <w:tab w:val="clear" w:pos="4536"/>
        <w:tab w:val="clear" w:pos="9072"/>
      </w:tabs>
    </w:pPr>
  </w:p>
  <w:p w14:paraId="6C0FAE9E" w14:textId="77777777" w:rsidR="00130FFB" w:rsidRPr="0093354C" w:rsidRDefault="00130FFB" w:rsidP="009335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297E" w14:textId="77777777" w:rsidR="00130FFB" w:rsidRPr="00BA71A3" w:rsidRDefault="00130FFB" w:rsidP="00BA71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7BC1" w14:textId="77777777" w:rsidR="00130FFB" w:rsidRPr="00AE3921" w:rsidRDefault="00130FFB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2B11677" wp14:editId="5EB7934B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0847830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30FFB" w:rsidRPr="00AE3921" w14:paraId="65889CE0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560578C6" w14:textId="4EBC4322" w:rsidR="00130FFB" w:rsidRPr="00AE3921" w:rsidRDefault="00106501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800688842"/>
              <w:text/>
            </w:sdtPr>
            <w:sdtEndPr/>
            <w:sdtContent>
              <w:r w:rsidR="00B40A96">
                <w:rPr>
                  <w:color w:val="000000" w:themeColor="text1"/>
                  <w:sz w:val="12"/>
                  <w:szCs w:val="12"/>
                </w:rPr>
                <w:t>Č. Budějovice – Haklovy Dvory</w:t>
              </w:r>
            </w:sdtContent>
          </w:sdt>
          <w:r w:rsidR="00130FF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490405774"/>
              <w:showingPlcHdr/>
              <w:text/>
            </w:sdtPr>
            <w:sdtEndPr/>
            <w:sdtContent>
              <w:r w:rsidR="00B372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130FF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78057675"/>
              <w:showingPlcHdr/>
              <w:text/>
            </w:sdtPr>
            <w:sdtEndPr/>
            <w:sdtContent>
              <w:r w:rsidR="00B372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AF71FB8" w14:textId="77777777" w:rsidR="00130FFB" w:rsidRPr="00AE3921" w:rsidRDefault="00106501" w:rsidP="00ED681D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6219369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  <w:szCs w:val="12"/>
                </w:rPr>
                <w:t>0</w:t>
              </w:r>
            </w:sdtContent>
          </w:sdt>
          <w:r w:rsidR="00130FF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130FF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332205521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  <w:szCs w:val="12"/>
                </w:rPr>
                <w:t>Titulní desky</w:t>
              </w:r>
            </w:sdtContent>
          </w:sdt>
        </w:p>
      </w:tc>
    </w:tr>
    <w:tr w:rsidR="00130FFB" w:rsidRPr="00AE3921" w14:paraId="6083BF1F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44F71EB5" w14:textId="0922090E" w:rsidR="00130FFB" w:rsidRPr="00AE3921" w:rsidRDefault="00106501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453974049"/>
              <w:text/>
            </w:sdtPr>
            <w:sdtEndPr/>
            <w:sdtContent>
              <w:r w:rsidR="0050686B">
                <w:rPr>
                  <w:color w:val="000000" w:themeColor="text1"/>
                  <w:sz w:val="12"/>
                  <w:szCs w:val="12"/>
                </w:rPr>
                <w:t>- REKONSTRUKCE MÍSTNÍCH KOMUNIKACÍ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761DDB8" w14:textId="77777777" w:rsidR="00130FFB" w:rsidRPr="00AE3921" w:rsidRDefault="00106501" w:rsidP="00837B8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928693637"/>
              <w:text/>
            </w:sdtPr>
            <w:sdtEndPr/>
            <w:sdtContent>
              <w:r w:rsidR="00D12ADE">
                <w:rPr>
                  <w:color w:val="000000" w:themeColor="text1"/>
                  <w:sz w:val="12"/>
                  <w:szCs w:val="12"/>
                </w:rPr>
                <w:t>DUSP</w:t>
              </w:r>
            </w:sdtContent>
          </w:sdt>
        </w:p>
      </w:tc>
    </w:tr>
  </w:tbl>
  <w:p w14:paraId="3947FBF4" w14:textId="77777777" w:rsidR="00130FFB" w:rsidRPr="00AE3921" w:rsidRDefault="00130FFB" w:rsidP="00837B86">
    <w:pPr>
      <w:pStyle w:val="Zhlav"/>
      <w:rPr>
        <w:color w:val="000000" w:themeColor="text1"/>
        <w:sz w:val="12"/>
        <w:szCs w:val="1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4AEF" w14:textId="77777777" w:rsidR="00130FFB" w:rsidRPr="00AE3921" w:rsidRDefault="00130FFB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39A89B4" wp14:editId="1AA186A0">
              <wp:extent cx="683895" cy="199390"/>
              <wp:effectExtent l="1905" t="6985" r="0" b="3175"/>
              <wp:docPr id="359" name="Plátno 3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7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B3713F0" id="Plátno 359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ZdciMAAJRNAQAOAAAAZHJzL2Uyb0RvYy54bWzsXW1vHDly/h4g/2GgjwF8mu55F9Z7uLPX&#10;QYBNssApP2AsjSwh0owyGq+8CfLf8xRZxanSsMi+lTbJ3X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UYi8QA&#10;AADcAAAADwAAAGRycy9kb3ducmV2LnhtbESPQWvCQBSE74L/YXlCb7rRipXoRkKh0FNLtYLHR/aZ&#10;xGTfprvbmP77riB4HGbmG2a7G0wrenK+tqxgPktAEBdW11wq+D68TdcgfEDW2FomBX/kYZeNR1tM&#10;tb3yF/X7UIoIYZ+igiqELpXSFxUZ9DPbEUfvbJ3BEKUrpXZ4jXDTykWSrKTBmuNChR29VlQ0+1+j&#10;oF//LBvKa5+vPg9JODpzunwslHqaDPkGRKAhPML39rtW8Lx8gd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VGIv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zScMA&#10;AADcAAAADwAAAGRycy9kb3ducmV2LnhtbERPz2vCMBS+D/Y/hDfYbaa6KaMzijgGwvBg68Xbo3lr&#10;M5uXksS27q9fDoLHj+/3cj3aVvTkg3GsYDrJQBBXThuuFRzLr5d3ECEia2wdk4IrBVivHh+WmGs3&#10;8IH6ItYihXDIUUETY5dLGaqGLIaJ64gT9+O8xZigr6X2OKRw28pZli2kRcOpocGOtg1V5+JiFZih&#10;vMxPf/i7Nae967/7/WedaaWen8bNB4hIY7yLb+6dVvD6ltamM+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ozScMAAADc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QWMUA&#10;AADcAAAADwAAAGRycy9kb3ducmV2LnhtbESP0WrCQBRE3wv+w3IF3+pGLcVGV9FSsb4opn7ANXtN&#10;gtm7Mbsm8e/dQqGPw8ycYebLzpSiodoVlhWMhhEI4tTqgjMFp5/N6xSE88gaS8uk4EEOloveyxxj&#10;bVs+UpP4TAQIuxgV5N5XsZQuzcmgG9qKOHgXWxv0QdaZ1DW2AW5KOY6id2mw4LCQY0WfOaXX5G4U&#10;bLPrfb1vknIXne3Xbe23j/YwUWrQ71YzEJ46/x/+a39rBZO3D/g9E4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BBY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zw9sMA&#10;AADcAAAADwAAAGRycy9kb3ducmV2LnhtbERPz2vCMBS+C/sfwhvsZtOtbEpnlDEs7DSwFsTbo3k2&#10;dc1LaaK2++uXg7Djx/d7tRltJ640+NaxguckBUFcO91yo6DaF/MlCB+QNXaOScFEHjbrh9kKc+1u&#10;vKNrGRoRQ9jnqMCE0OdS+tqQRZ+4njhyJzdYDBEOjdQD3mK47eRLmr5Jiy3HBoM9fRqqf8qLVVC0&#10;Vbedsu/z+Xghc3Db8rT4nZR6ehw/3kEEGsO/+O7+0gqy1zg/no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zw9sMAAADc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/B8YA&#10;AADcAAAADwAAAGRycy9kb3ducmV2LnhtbESPQWsCMRSE70L/Q3iF3jRra0VWoxRLi14KasHrc/Pc&#10;rG5eliTd3frrm0Khx2FmvmEWq97WoiUfKscKxqMMBHHhdMWlgs/D23AGIkRkjbVjUvBNAVbLu8EC&#10;c+063lG7j6VIEA45KjAxNrmUoTBkMYxcQ5y8s/MWY5K+lNpjl+C2lo9ZNpUWK04LBhtaGyqu+y+r&#10;4Nj1H36r29fb+/YyXR/saXIzJ6Ue7vuXOYhIffwP/7U3WsHT8xh+z6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A/B8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9aJc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bF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1ol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PnmcUA&#10;AADcAAAADwAAAGRycy9kb3ducmV2LnhtbESPQWvCQBSE74L/YXlCL1I3GgwldRUVlFJQ0ErPj+xr&#10;EpJ9G3ZXTf99tyB4HGbmG2ax6k0rbuR8bVnBdJKAIC6srrlUcPnavb6B8AFZY2uZFPySh9VyOFhg&#10;ru2dT3Q7h1JECPscFVQhdLmUvqjIoJ/Yjjh6P9YZDFG6UmqH9wg3rZwlSSYN1hwXKuxoW1HRnK9G&#10;weF4yfZp85ntv/txaHbuOjtsxkq9jPr1O4hAfXiGH+0PrSCdp/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+eZ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obcUA&#10;AADcAAAADwAAAGRycy9kb3ducmV2LnhtbESPQWvCQBSE70L/w/IKvelGq0VSVxGlIh4Eo9DrI/ua&#10;Tc2+DdltjP56VxB6HGbmG2a26GwlWmp86VjBcJCAIM6dLrlQcDp+9acgfEDWWDkmBVfysJi/9GaY&#10;anfhA7VZKESEsE9RgQmhTqX0uSGLfuBq4uj9uMZiiLIppG7wEuG2kqMk+ZAWS44LBmtaGcrP2Z9V&#10;sFmZavx9OPFtvdlzvVu3v5OsVerttVt+ggjUhf/ws73VCt4nY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eh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u4TcMA&#10;AADcAAAADwAAAGRycy9kb3ducmV2LnhtbESPQYvCMBSE74L/ITxhL6KpSl3pGkWEwh68aBX2+Gye&#10;bdnmpTSpdv/9RhA8DjPzDbPe9qYWd2pdZVnBbBqBIM6trrhQcM7SyQqE88gaa8uk4I8cbDfDwRoT&#10;bR98pPvJFyJA2CWooPS+SaR0eUkG3dQ2xMG72dagD7ItpG7xEeCmlvMoWkqDFYeFEhval5T/njqj&#10;4MANmj12P+O0+7zE0fWyyzBV6mPU775AeOr9O/xqf2sFiziG55l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u4Tc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xnksYA&#10;AADcAAAADwAAAGRycy9kb3ducmV2LnhtbESPUWvCQBCE3wX/w7GFvki92FopqadoqbRSCo0tfV5y&#10;2ySY2wu5VaO/vicIPg4z8w0znXeuVntqQ+XZwGiYgCLOva24MPDzvbp7AhUE2WLtmQwcKcB81u9N&#10;MbX+wBntN1KoCOGQooFSpEm1DnlJDsPQN8TR+/OtQ4myLbRt8RDhrtb3STLRDiuOCyU29FJSvt3s&#10;nIHX4ylbf50Gvx+JvGWftFxqGXfG3N50i2dQQp1cw5f2uzXw8DiB85l4BP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xnks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ES8QA&#10;AADcAAAADwAAAGRycy9kb3ducmV2LnhtbESPQWvCQBSE70L/w/IKvemmEY1EVykFUTwIWgseH9ln&#10;Njb7Nma3mv77riB4HGbmG2a26GwtrtT6yrGC90ECgrhwuuJSweFr2Z+A8AFZY+2YFPyRh8X8pTfD&#10;XLsb7+i6D6WIEPY5KjAhNLmUvjBk0Q9cQxy9k2sthijbUuoWbxFua5kmyVharDguGGzo01Dxs/+1&#10;ClKS54MdrbJxQt33UaaX89ZslHp77T6mIAJ14Rl+tNdawXCUwf1MP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IBEv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qXMIA&#10;AADcAAAADwAAAGRycy9kb3ducmV2LnhtbERPy2rCQBTdF/yH4QpuRCe2tEh0DDFU6LJN3bi7Zq5J&#10;MHMnZCaP+vWdRaHLw3nvk8k0YqDO1ZYVbNYRCOLC6ppLBefv02oLwnlkjY1lUvBDDpLD7GmPsbYj&#10;f9GQ+1KEEHYxKqi8b2MpXVGRQbe2LXHgbrYz6APsSqk7HEO4aeRzFL1JgzWHhgpbyioq7nlvFPRL&#10;l2dX/bm8TEOh3x/HcawfqVKL+ZTuQHia/L/4z/2hFby8hrXhTDg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2pc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30FFB" w:rsidRPr="00AE3921" w14:paraId="3003E463" w14:textId="77777777" w:rsidTr="001F529C">
      <w:trPr>
        <w:trHeight w:val="227"/>
        <w:jc w:val="center"/>
      </w:trPr>
      <w:tc>
        <w:tcPr>
          <w:tcW w:w="5103" w:type="dxa"/>
          <w:vAlign w:val="center"/>
        </w:tcPr>
        <w:p w14:paraId="4221979A" w14:textId="27F96B11" w:rsidR="00130FFB" w:rsidRPr="00AE3921" w:rsidRDefault="00106501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848621635"/>
              <w:text/>
            </w:sdtPr>
            <w:sdtEndPr/>
            <w:sdtContent>
              <w:r w:rsidR="00B40A96">
                <w:rPr>
                  <w:color w:val="000000" w:themeColor="text1"/>
                  <w:sz w:val="12"/>
                  <w:szCs w:val="12"/>
                </w:rPr>
                <w:t>Č. Budějovice – Haklovy Dvory</w:t>
              </w:r>
            </w:sdtContent>
          </w:sdt>
          <w:r w:rsidR="00130FF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892575036"/>
              <w:showingPlcHdr/>
              <w:text/>
            </w:sdtPr>
            <w:sdtEndPr/>
            <w:sdtContent>
              <w:r w:rsidR="00B372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130FF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372854574"/>
              <w:showingPlcHdr/>
              <w:text/>
            </w:sdtPr>
            <w:sdtEndPr/>
            <w:sdtContent>
              <w:r w:rsidR="00B372C9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DC1D48D" w14:textId="77777777" w:rsidR="00130FFB" w:rsidRPr="00AE3921" w:rsidRDefault="00106501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28089717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  <w:szCs w:val="12"/>
                </w:rPr>
                <w:t>0</w:t>
              </w:r>
            </w:sdtContent>
          </w:sdt>
          <w:r w:rsidR="00130FF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561244866"/>
              <w:text/>
            </w:sdtPr>
            <w:sdtEndPr/>
            <w:sdtContent>
              <w:r w:rsidR="0072122F">
                <w:rPr>
                  <w:bCs/>
                  <w:color w:val="000000" w:themeColor="text1"/>
                  <w:sz w:val="12"/>
                  <w:szCs w:val="12"/>
                </w:rPr>
                <w:t>Titulní desky</w:t>
              </w:r>
            </w:sdtContent>
          </w:sdt>
        </w:p>
      </w:tc>
    </w:tr>
    <w:tr w:rsidR="00130FFB" w:rsidRPr="00AE3921" w14:paraId="49962EBA" w14:textId="77777777" w:rsidTr="001F529C">
      <w:trPr>
        <w:trHeight w:val="227"/>
        <w:jc w:val="center"/>
      </w:trPr>
      <w:tc>
        <w:tcPr>
          <w:tcW w:w="5103" w:type="dxa"/>
          <w:vAlign w:val="center"/>
        </w:tcPr>
        <w:p w14:paraId="205D8887" w14:textId="5627306E" w:rsidR="00130FFB" w:rsidRPr="00AE3921" w:rsidRDefault="00106501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18223195"/>
              <w:text/>
            </w:sdtPr>
            <w:sdtEndPr/>
            <w:sdtContent>
              <w:r w:rsidR="0050686B">
                <w:rPr>
                  <w:color w:val="000000" w:themeColor="text1"/>
                  <w:sz w:val="12"/>
                  <w:szCs w:val="12"/>
                </w:rPr>
                <w:t>- REKONSTRUKCE MÍSTNÍCH KOMUNIKACÍ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F4B5F5C" w14:textId="77777777" w:rsidR="00130FFB" w:rsidRPr="00AE3921" w:rsidRDefault="00106501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851409517"/>
              <w:text/>
            </w:sdtPr>
            <w:sdtEndPr/>
            <w:sdtContent>
              <w:r w:rsidR="00D12ADE">
                <w:rPr>
                  <w:color w:val="000000" w:themeColor="text1"/>
                  <w:sz w:val="12"/>
                  <w:szCs w:val="12"/>
                </w:rPr>
                <w:t>DUSP</w:t>
              </w:r>
            </w:sdtContent>
          </w:sdt>
        </w:p>
      </w:tc>
    </w:tr>
  </w:tbl>
  <w:p w14:paraId="218B7B66" w14:textId="77777777" w:rsidR="00130FFB" w:rsidRPr="00AE3921" w:rsidRDefault="00130FFB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A22C7"/>
    <w:multiLevelType w:val="multilevel"/>
    <w:tmpl w:val="D504A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1227BB4"/>
    <w:multiLevelType w:val="hybridMultilevel"/>
    <w:tmpl w:val="E48A0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016F9"/>
    <w:multiLevelType w:val="hybridMultilevel"/>
    <w:tmpl w:val="F94C8956"/>
    <w:lvl w:ilvl="0" w:tplc="DA54864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D4880"/>
    <w:multiLevelType w:val="multilevel"/>
    <w:tmpl w:val="97A6483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4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0125937"/>
    <w:multiLevelType w:val="hybridMultilevel"/>
    <w:tmpl w:val="45C2A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8752A4D"/>
    <w:multiLevelType w:val="hybridMultilevel"/>
    <w:tmpl w:val="FA9E3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687117">
    <w:abstractNumId w:val="13"/>
  </w:num>
  <w:num w:numId="2" w16cid:durableId="404113583">
    <w:abstractNumId w:val="13"/>
  </w:num>
  <w:num w:numId="3" w16cid:durableId="1414276869">
    <w:abstractNumId w:val="13"/>
  </w:num>
  <w:num w:numId="4" w16cid:durableId="987516082">
    <w:abstractNumId w:val="13"/>
  </w:num>
  <w:num w:numId="5" w16cid:durableId="608582155">
    <w:abstractNumId w:val="13"/>
  </w:num>
  <w:num w:numId="6" w16cid:durableId="367604103">
    <w:abstractNumId w:val="13"/>
  </w:num>
  <w:num w:numId="7" w16cid:durableId="1036198054">
    <w:abstractNumId w:val="13"/>
  </w:num>
  <w:num w:numId="8" w16cid:durableId="1662583224">
    <w:abstractNumId w:val="13"/>
  </w:num>
  <w:num w:numId="9" w16cid:durableId="1949654912">
    <w:abstractNumId w:val="13"/>
  </w:num>
  <w:num w:numId="10" w16cid:durableId="1964731568">
    <w:abstractNumId w:val="15"/>
  </w:num>
  <w:num w:numId="11" w16cid:durableId="1395271536">
    <w:abstractNumId w:val="9"/>
  </w:num>
  <w:num w:numId="12" w16cid:durableId="1700087612">
    <w:abstractNumId w:val="8"/>
  </w:num>
  <w:num w:numId="13" w16cid:durableId="1016806381">
    <w:abstractNumId w:val="7"/>
  </w:num>
  <w:num w:numId="14" w16cid:durableId="914584930">
    <w:abstractNumId w:val="6"/>
  </w:num>
  <w:num w:numId="15" w16cid:durableId="1230194863">
    <w:abstractNumId w:val="5"/>
  </w:num>
  <w:num w:numId="16" w16cid:durableId="1003321956">
    <w:abstractNumId w:val="4"/>
  </w:num>
  <w:num w:numId="17" w16cid:durableId="983461024">
    <w:abstractNumId w:val="3"/>
  </w:num>
  <w:num w:numId="18" w16cid:durableId="1210415128">
    <w:abstractNumId w:val="2"/>
  </w:num>
  <w:num w:numId="19" w16cid:durableId="209457776">
    <w:abstractNumId w:val="1"/>
  </w:num>
  <w:num w:numId="20" w16cid:durableId="446312955">
    <w:abstractNumId w:val="0"/>
  </w:num>
  <w:num w:numId="21" w16cid:durableId="2141654613">
    <w:abstractNumId w:val="13"/>
  </w:num>
  <w:num w:numId="22" w16cid:durableId="2135899615">
    <w:abstractNumId w:val="13"/>
  </w:num>
  <w:num w:numId="23" w16cid:durableId="2127193845">
    <w:abstractNumId w:val="13"/>
  </w:num>
  <w:num w:numId="24" w16cid:durableId="1615601578">
    <w:abstractNumId w:val="13"/>
  </w:num>
  <w:num w:numId="25" w16cid:durableId="1913617631">
    <w:abstractNumId w:val="13"/>
  </w:num>
  <w:num w:numId="26" w16cid:durableId="555163149">
    <w:abstractNumId w:val="13"/>
  </w:num>
  <w:num w:numId="27" w16cid:durableId="1013848241">
    <w:abstractNumId w:val="13"/>
  </w:num>
  <w:num w:numId="28" w16cid:durableId="580649747">
    <w:abstractNumId w:val="13"/>
  </w:num>
  <w:num w:numId="29" w16cid:durableId="2054382244">
    <w:abstractNumId w:val="13"/>
    <w:lvlOverride w:ilvl="0">
      <w:lvl w:ilvl="0">
        <w:start w:val="1"/>
        <w:numFmt w:val="upperLetter"/>
        <w:pStyle w:val="Nadpis3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4"/>
        <w:lvlText w:val="%1.%2"/>
        <w:lvlJc w:val="left"/>
        <w:pPr>
          <w:tabs>
            <w:tab w:val="num" w:pos="576"/>
          </w:tabs>
          <w:ind w:left="576" w:hanging="576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  <w:caps w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30" w16cid:durableId="1239483810">
    <w:abstractNumId w:val="12"/>
  </w:num>
  <w:num w:numId="31" w16cid:durableId="1519857218">
    <w:abstractNumId w:val="16"/>
  </w:num>
  <w:num w:numId="32" w16cid:durableId="1713847453">
    <w:abstractNumId w:val="11"/>
  </w:num>
  <w:num w:numId="33" w16cid:durableId="1667634314">
    <w:abstractNumId w:val="14"/>
  </w:num>
  <w:num w:numId="34" w16cid:durableId="387002188">
    <w:abstractNumId w:val="10"/>
  </w:num>
  <w:num w:numId="35" w16cid:durableId="5448774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4A1F"/>
    <w:rsid w:val="00006DA2"/>
    <w:rsid w:val="0001575A"/>
    <w:rsid w:val="00015928"/>
    <w:rsid w:val="0002044B"/>
    <w:rsid w:val="00033F1B"/>
    <w:rsid w:val="00036C46"/>
    <w:rsid w:val="00072B7C"/>
    <w:rsid w:val="00077945"/>
    <w:rsid w:val="00080905"/>
    <w:rsid w:val="00080C04"/>
    <w:rsid w:val="00083A5C"/>
    <w:rsid w:val="00083CDD"/>
    <w:rsid w:val="00097157"/>
    <w:rsid w:val="000A3C59"/>
    <w:rsid w:val="000B1C39"/>
    <w:rsid w:val="000B469B"/>
    <w:rsid w:val="000C6A0F"/>
    <w:rsid w:val="000E137B"/>
    <w:rsid w:val="000E6247"/>
    <w:rsid w:val="000F414C"/>
    <w:rsid w:val="000F6FC0"/>
    <w:rsid w:val="000F75BA"/>
    <w:rsid w:val="00100BEC"/>
    <w:rsid w:val="00102C76"/>
    <w:rsid w:val="00105FEA"/>
    <w:rsid w:val="00106501"/>
    <w:rsid w:val="0010737E"/>
    <w:rsid w:val="00110A13"/>
    <w:rsid w:val="00113C96"/>
    <w:rsid w:val="00120D4A"/>
    <w:rsid w:val="001234BA"/>
    <w:rsid w:val="00125FE1"/>
    <w:rsid w:val="001273B7"/>
    <w:rsid w:val="00130FFB"/>
    <w:rsid w:val="0013143A"/>
    <w:rsid w:val="00137D5F"/>
    <w:rsid w:val="00140771"/>
    <w:rsid w:val="00141863"/>
    <w:rsid w:val="00141F34"/>
    <w:rsid w:val="00143261"/>
    <w:rsid w:val="001461B4"/>
    <w:rsid w:val="00150676"/>
    <w:rsid w:val="00162F95"/>
    <w:rsid w:val="00163321"/>
    <w:rsid w:val="00170241"/>
    <w:rsid w:val="001746F2"/>
    <w:rsid w:val="00174A45"/>
    <w:rsid w:val="0017502D"/>
    <w:rsid w:val="0018623B"/>
    <w:rsid w:val="00186BE5"/>
    <w:rsid w:val="001964FD"/>
    <w:rsid w:val="001B0384"/>
    <w:rsid w:val="001B5626"/>
    <w:rsid w:val="001B640D"/>
    <w:rsid w:val="001C4D2E"/>
    <w:rsid w:val="001D28F9"/>
    <w:rsid w:val="001D557C"/>
    <w:rsid w:val="001E5F0B"/>
    <w:rsid w:val="001F3E7C"/>
    <w:rsid w:val="001F529C"/>
    <w:rsid w:val="00200EB0"/>
    <w:rsid w:val="00204136"/>
    <w:rsid w:val="002056D0"/>
    <w:rsid w:val="00207A11"/>
    <w:rsid w:val="0021565A"/>
    <w:rsid w:val="002243E1"/>
    <w:rsid w:val="00224400"/>
    <w:rsid w:val="00226929"/>
    <w:rsid w:val="00232C5F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83672"/>
    <w:rsid w:val="00285F45"/>
    <w:rsid w:val="002A130B"/>
    <w:rsid w:val="002A52DF"/>
    <w:rsid w:val="002A7915"/>
    <w:rsid w:val="002B4B0A"/>
    <w:rsid w:val="002C1E82"/>
    <w:rsid w:val="002E245D"/>
    <w:rsid w:val="002E58D1"/>
    <w:rsid w:val="002F59AF"/>
    <w:rsid w:val="002F70ED"/>
    <w:rsid w:val="00302BC8"/>
    <w:rsid w:val="00304521"/>
    <w:rsid w:val="00304B67"/>
    <w:rsid w:val="00340F3B"/>
    <w:rsid w:val="00342C24"/>
    <w:rsid w:val="003435F7"/>
    <w:rsid w:val="00344B0E"/>
    <w:rsid w:val="00345DCB"/>
    <w:rsid w:val="00347A6A"/>
    <w:rsid w:val="00351FFB"/>
    <w:rsid w:val="00356A53"/>
    <w:rsid w:val="00360FE2"/>
    <w:rsid w:val="00361121"/>
    <w:rsid w:val="00367BDD"/>
    <w:rsid w:val="0037186F"/>
    <w:rsid w:val="00372D67"/>
    <w:rsid w:val="00373630"/>
    <w:rsid w:val="00391957"/>
    <w:rsid w:val="00391FC9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6D19"/>
    <w:rsid w:val="003C1C31"/>
    <w:rsid w:val="003C342E"/>
    <w:rsid w:val="003C40DA"/>
    <w:rsid w:val="003D404F"/>
    <w:rsid w:val="003D49E4"/>
    <w:rsid w:val="003E246C"/>
    <w:rsid w:val="003F2AA8"/>
    <w:rsid w:val="003F714B"/>
    <w:rsid w:val="00403619"/>
    <w:rsid w:val="00403EFE"/>
    <w:rsid w:val="0041251B"/>
    <w:rsid w:val="00425E6E"/>
    <w:rsid w:val="004311DB"/>
    <w:rsid w:val="00432C3E"/>
    <w:rsid w:val="00437E07"/>
    <w:rsid w:val="00440B9B"/>
    <w:rsid w:val="0044351B"/>
    <w:rsid w:val="00451CEA"/>
    <w:rsid w:val="00456832"/>
    <w:rsid w:val="004656C2"/>
    <w:rsid w:val="00472D5D"/>
    <w:rsid w:val="00472DFF"/>
    <w:rsid w:val="0047496D"/>
    <w:rsid w:val="0047581E"/>
    <w:rsid w:val="00477E8A"/>
    <w:rsid w:val="00483551"/>
    <w:rsid w:val="00497A15"/>
    <w:rsid w:val="004A0419"/>
    <w:rsid w:val="004A0786"/>
    <w:rsid w:val="004B2FCB"/>
    <w:rsid w:val="004B3F22"/>
    <w:rsid w:val="004B4AEA"/>
    <w:rsid w:val="004B61E0"/>
    <w:rsid w:val="004C1301"/>
    <w:rsid w:val="004C3CA6"/>
    <w:rsid w:val="004C4EFA"/>
    <w:rsid w:val="004D0495"/>
    <w:rsid w:val="004D2987"/>
    <w:rsid w:val="004D5CEC"/>
    <w:rsid w:val="004F107D"/>
    <w:rsid w:val="004F71B0"/>
    <w:rsid w:val="00500C31"/>
    <w:rsid w:val="005016CA"/>
    <w:rsid w:val="0050686B"/>
    <w:rsid w:val="00507ED6"/>
    <w:rsid w:val="00514EAF"/>
    <w:rsid w:val="00517E24"/>
    <w:rsid w:val="005275A9"/>
    <w:rsid w:val="00527FAD"/>
    <w:rsid w:val="0053245D"/>
    <w:rsid w:val="00532923"/>
    <w:rsid w:val="00532DE5"/>
    <w:rsid w:val="00533B32"/>
    <w:rsid w:val="00533C2E"/>
    <w:rsid w:val="00535668"/>
    <w:rsid w:val="0053710E"/>
    <w:rsid w:val="00537349"/>
    <w:rsid w:val="005404AA"/>
    <w:rsid w:val="00540576"/>
    <w:rsid w:val="00543D66"/>
    <w:rsid w:val="00550C7E"/>
    <w:rsid w:val="005550F0"/>
    <w:rsid w:val="00555C85"/>
    <w:rsid w:val="00560EE0"/>
    <w:rsid w:val="00565268"/>
    <w:rsid w:val="00572366"/>
    <w:rsid w:val="00572868"/>
    <w:rsid w:val="0057432B"/>
    <w:rsid w:val="0058005B"/>
    <w:rsid w:val="00583344"/>
    <w:rsid w:val="005A6BC0"/>
    <w:rsid w:val="005C1F66"/>
    <w:rsid w:val="005C2849"/>
    <w:rsid w:val="005C4991"/>
    <w:rsid w:val="005C4E4A"/>
    <w:rsid w:val="005D62CE"/>
    <w:rsid w:val="005E1A93"/>
    <w:rsid w:val="005E584A"/>
    <w:rsid w:val="005E68CA"/>
    <w:rsid w:val="005E7073"/>
    <w:rsid w:val="005F4D8F"/>
    <w:rsid w:val="005F7543"/>
    <w:rsid w:val="005F774D"/>
    <w:rsid w:val="006161DD"/>
    <w:rsid w:val="00617AAF"/>
    <w:rsid w:val="00620476"/>
    <w:rsid w:val="00621E06"/>
    <w:rsid w:val="0062614B"/>
    <w:rsid w:val="006368ED"/>
    <w:rsid w:val="0064045D"/>
    <w:rsid w:val="0064296C"/>
    <w:rsid w:val="00643874"/>
    <w:rsid w:val="00646D7F"/>
    <w:rsid w:val="00651F5E"/>
    <w:rsid w:val="0066347D"/>
    <w:rsid w:val="0066437E"/>
    <w:rsid w:val="006744BF"/>
    <w:rsid w:val="006817D2"/>
    <w:rsid w:val="00684C1E"/>
    <w:rsid w:val="00687329"/>
    <w:rsid w:val="0069085F"/>
    <w:rsid w:val="00693245"/>
    <w:rsid w:val="006A44F1"/>
    <w:rsid w:val="006B05F3"/>
    <w:rsid w:val="006B0947"/>
    <w:rsid w:val="006B0C28"/>
    <w:rsid w:val="006B3223"/>
    <w:rsid w:val="006B6C2B"/>
    <w:rsid w:val="006C1E87"/>
    <w:rsid w:val="006C3044"/>
    <w:rsid w:val="006D2847"/>
    <w:rsid w:val="006D359A"/>
    <w:rsid w:val="006D3A70"/>
    <w:rsid w:val="006D4B5D"/>
    <w:rsid w:val="006E4D8B"/>
    <w:rsid w:val="006F681E"/>
    <w:rsid w:val="00712EBB"/>
    <w:rsid w:val="0072059C"/>
    <w:rsid w:val="0072122F"/>
    <w:rsid w:val="00721573"/>
    <w:rsid w:val="00727CE4"/>
    <w:rsid w:val="00735764"/>
    <w:rsid w:val="007415D0"/>
    <w:rsid w:val="00752D8B"/>
    <w:rsid w:val="007538BF"/>
    <w:rsid w:val="00773380"/>
    <w:rsid w:val="00773A8D"/>
    <w:rsid w:val="0077490E"/>
    <w:rsid w:val="00795018"/>
    <w:rsid w:val="00797715"/>
    <w:rsid w:val="007B68CB"/>
    <w:rsid w:val="007C3CD9"/>
    <w:rsid w:val="007C488A"/>
    <w:rsid w:val="007E461D"/>
    <w:rsid w:val="007F030A"/>
    <w:rsid w:val="007F6B75"/>
    <w:rsid w:val="008011DF"/>
    <w:rsid w:val="008061F7"/>
    <w:rsid w:val="00814282"/>
    <w:rsid w:val="008266CC"/>
    <w:rsid w:val="00831C67"/>
    <w:rsid w:val="00834D54"/>
    <w:rsid w:val="00834E34"/>
    <w:rsid w:val="00835D3E"/>
    <w:rsid w:val="00837B86"/>
    <w:rsid w:val="00840B77"/>
    <w:rsid w:val="00841247"/>
    <w:rsid w:val="008433A7"/>
    <w:rsid w:val="00844BB8"/>
    <w:rsid w:val="00856030"/>
    <w:rsid w:val="00856F6B"/>
    <w:rsid w:val="00861D39"/>
    <w:rsid w:val="00875478"/>
    <w:rsid w:val="00881618"/>
    <w:rsid w:val="0088743C"/>
    <w:rsid w:val="008959C2"/>
    <w:rsid w:val="008A0D4C"/>
    <w:rsid w:val="008A4C22"/>
    <w:rsid w:val="008A758D"/>
    <w:rsid w:val="008A76CB"/>
    <w:rsid w:val="008B1388"/>
    <w:rsid w:val="008B4707"/>
    <w:rsid w:val="008B5A32"/>
    <w:rsid w:val="008D62C0"/>
    <w:rsid w:val="008E27C3"/>
    <w:rsid w:val="008F08BE"/>
    <w:rsid w:val="008F1679"/>
    <w:rsid w:val="00911309"/>
    <w:rsid w:val="00912E45"/>
    <w:rsid w:val="00920A53"/>
    <w:rsid w:val="00931C07"/>
    <w:rsid w:val="00931D9B"/>
    <w:rsid w:val="0093354C"/>
    <w:rsid w:val="00933F50"/>
    <w:rsid w:val="009441D2"/>
    <w:rsid w:val="00952B1F"/>
    <w:rsid w:val="00954D2C"/>
    <w:rsid w:val="00957046"/>
    <w:rsid w:val="00971A92"/>
    <w:rsid w:val="00973AD3"/>
    <w:rsid w:val="009805BC"/>
    <w:rsid w:val="00980A25"/>
    <w:rsid w:val="009857E8"/>
    <w:rsid w:val="00990327"/>
    <w:rsid w:val="0099605E"/>
    <w:rsid w:val="009A30BE"/>
    <w:rsid w:val="009B5595"/>
    <w:rsid w:val="009B5966"/>
    <w:rsid w:val="009C613E"/>
    <w:rsid w:val="009C691C"/>
    <w:rsid w:val="009C7B62"/>
    <w:rsid w:val="009E686D"/>
    <w:rsid w:val="009F5485"/>
    <w:rsid w:val="009F7F91"/>
    <w:rsid w:val="00A123C1"/>
    <w:rsid w:val="00A20560"/>
    <w:rsid w:val="00A20A66"/>
    <w:rsid w:val="00A20F00"/>
    <w:rsid w:val="00A27A83"/>
    <w:rsid w:val="00A35A69"/>
    <w:rsid w:val="00A37332"/>
    <w:rsid w:val="00A41E02"/>
    <w:rsid w:val="00A44251"/>
    <w:rsid w:val="00A45DEE"/>
    <w:rsid w:val="00A50AAA"/>
    <w:rsid w:val="00A50AF2"/>
    <w:rsid w:val="00A6066F"/>
    <w:rsid w:val="00A66758"/>
    <w:rsid w:val="00A71ABB"/>
    <w:rsid w:val="00A73AAA"/>
    <w:rsid w:val="00A80FEE"/>
    <w:rsid w:val="00A81768"/>
    <w:rsid w:val="00A867B0"/>
    <w:rsid w:val="00A96AEA"/>
    <w:rsid w:val="00AA14F6"/>
    <w:rsid w:val="00AA2AD6"/>
    <w:rsid w:val="00AA41CD"/>
    <w:rsid w:val="00AB1F78"/>
    <w:rsid w:val="00AB7158"/>
    <w:rsid w:val="00AD3521"/>
    <w:rsid w:val="00AD7BF6"/>
    <w:rsid w:val="00AE3921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17655"/>
    <w:rsid w:val="00B219B6"/>
    <w:rsid w:val="00B259D6"/>
    <w:rsid w:val="00B25B04"/>
    <w:rsid w:val="00B306D7"/>
    <w:rsid w:val="00B31406"/>
    <w:rsid w:val="00B32672"/>
    <w:rsid w:val="00B372C9"/>
    <w:rsid w:val="00B40A96"/>
    <w:rsid w:val="00B40E75"/>
    <w:rsid w:val="00B452B3"/>
    <w:rsid w:val="00B476CB"/>
    <w:rsid w:val="00B47B01"/>
    <w:rsid w:val="00B66B9D"/>
    <w:rsid w:val="00B67EFE"/>
    <w:rsid w:val="00B70CA7"/>
    <w:rsid w:val="00B739C6"/>
    <w:rsid w:val="00B76C19"/>
    <w:rsid w:val="00B76F87"/>
    <w:rsid w:val="00B83B6F"/>
    <w:rsid w:val="00B91FAA"/>
    <w:rsid w:val="00BA3351"/>
    <w:rsid w:val="00BA3443"/>
    <w:rsid w:val="00BA57F2"/>
    <w:rsid w:val="00BA71A3"/>
    <w:rsid w:val="00BB4429"/>
    <w:rsid w:val="00BC1C44"/>
    <w:rsid w:val="00BD5BE6"/>
    <w:rsid w:val="00BE1715"/>
    <w:rsid w:val="00BE3C4F"/>
    <w:rsid w:val="00BF0AF6"/>
    <w:rsid w:val="00C13010"/>
    <w:rsid w:val="00C276B3"/>
    <w:rsid w:val="00C33679"/>
    <w:rsid w:val="00C36853"/>
    <w:rsid w:val="00C36D8C"/>
    <w:rsid w:val="00C42684"/>
    <w:rsid w:val="00C52879"/>
    <w:rsid w:val="00C53E90"/>
    <w:rsid w:val="00C5414E"/>
    <w:rsid w:val="00C54CD6"/>
    <w:rsid w:val="00C5703F"/>
    <w:rsid w:val="00C65A71"/>
    <w:rsid w:val="00C65CAA"/>
    <w:rsid w:val="00C81F06"/>
    <w:rsid w:val="00C85D32"/>
    <w:rsid w:val="00CA021E"/>
    <w:rsid w:val="00CA06DF"/>
    <w:rsid w:val="00CA1682"/>
    <w:rsid w:val="00CA2AEF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6BEE"/>
    <w:rsid w:val="00D07C35"/>
    <w:rsid w:val="00D12ADE"/>
    <w:rsid w:val="00D13C63"/>
    <w:rsid w:val="00D146D8"/>
    <w:rsid w:val="00D14B43"/>
    <w:rsid w:val="00D275A9"/>
    <w:rsid w:val="00D40DAA"/>
    <w:rsid w:val="00D54AFB"/>
    <w:rsid w:val="00D61B52"/>
    <w:rsid w:val="00D71100"/>
    <w:rsid w:val="00D80FF2"/>
    <w:rsid w:val="00D85F13"/>
    <w:rsid w:val="00D95B8E"/>
    <w:rsid w:val="00DA1C37"/>
    <w:rsid w:val="00DB7356"/>
    <w:rsid w:val="00DC2CF9"/>
    <w:rsid w:val="00DC6CFD"/>
    <w:rsid w:val="00DC7C6F"/>
    <w:rsid w:val="00DD3884"/>
    <w:rsid w:val="00DD3907"/>
    <w:rsid w:val="00DD3CDA"/>
    <w:rsid w:val="00DD43DE"/>
    <w:rsid w:val="00DE398D"/>
    <w:rsid w:val="00DE7199"/>
    <w:rsid w:val="00DF4EED"/>
    <w:rsid w:val="00E00192"/>
    <w:rsid w:val="00E01E6E"/>
    <w:rsid w:val="00E04E4F"/>
    <w:rsid w:val="00E07972"/>
    <w:rsid w:val="00E10A68"/>
    <w:rsid w:val="00E13BA7"/>
    <w:rsid w:val="00E27037"/>
    <w:rsid w:val="00E272AA"/>
    <w:rsid w:val="00E27980"/>
    <w:rsid w:val="00E461E9"/>
    <w:rsid w:val="00E4630C"/>
    <w:rsid w:val="00E51EAD"/>
    <w:rsid w:val="00E624C3"/>
    <w:rsid w:val="00E81967"/>
    <w:rsid w:val="00E974EF"/>
    <w:rsid w:val="00EA5D40"/>
    <w:rsid w:val="00EA7AB1"/>
    <w:rsid w:val="00EB0FF7"/>
    <w:rsid w:val="00EB5717"/>
    <w:rsid w:val="00EC6B10"/>
    <w:rsid w:val="00ED2291"/>
    <w:rsid w:val="00ED31F4"/>
    <w:rsid w:val="00ED3ACD"/>
    <w:rsid w:val="00ED681D"/>
    <w:rsid w:val="00EF0509"/>
    <w:rsid w:val="00EF2A45"/>
    <w:rsid w:val="00F0689B"/>
    <w:rsid w:val="00F07C5E"/>
    <w:rsid w:val="00F17ADE"/>
    <w:rsid w:val="00F2199C"/>
    <w:rsid w:val="00F23654"/>
    <w:rsid w:val="00F32D60"/>
    <w:rsid w:val="00F405B0"/>
    <w:rsid w:val="00F40B3F"/>
    <w:rsid w:val="00F40DF2"/>
    <w:rsid w:val="00F423B4"/>
    <w:rsid w:val="00F4264B"/>
    <w:rsid w:val="00F5214F"/>
    <w:rsid w:val="00F5612C"/>
    <w:rsid w:val="00F6635F"/>
    <w:rsid w:val="00F72E00"/>
    <w:rsid w:val="00F73FDD"/>
    <w:rsid w:val="00F7490D"/>
    <w:rsid w:val="00F81B53"/>
    <w:rsid w:val="00F85F5F"/>
    <w:rsid w:val="00F87889"/>
    <w:rsid w:val="00FB5259"/>
    <w:rsid w:val="00FC78F8"/>
    <w:rsid w:val="00FD3AB8"/>
    <w:rsid w:val="00FD3AF7"/>
    <w:rsid w:val="00FD4253"/>
    <w:rsid w:val="00FE031B"/>
    <w:rsid w:val="00FF19D9"/>
    <w:rsid w:val="00FF5336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7A6DE5"/>
  <w15:docId w15:val="{098D74FD-7D9A-4FEC-B462-74ABB06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1FC9"/>
    <w:pPr>
      <w:jc w:val="both"/>
    </w:pPr>
  </w:style>
  <w:style w:type="paragraph" w:styleId="Nadpis1">
    <w:name w:val="heading 1"/>
    <w:basedOn w:val="Normln"/>
    <w:next w:val="Normln"/>
    <w:link w:val="Nadpis1Char"/>
    <w:qFormat/>
    <w:rsid w:val="00E624C3"/>
    <w:pPr>
      <w:keepNext/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adpis1"/>
    <w:next w:val="Normln"/>
    <w:qFormat/>
    <w:rsid w:val="00E81967"/>
    <w:p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qFormat/>
    <w:rsid w:val="00E81967"/>
    <w:pPr>
      <w:numPr>
        <w:numId w:val="28"/>
      </w:numPr>
      <w:outlineLvl w:val="2"/>
    </w:p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1"/>
        <w:numId w:val="28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adpis3"/>
    <w:next w:val="Normln"/>
    <w:qFormat/>
    <w:rsid w:val="00DC6CFD"/>
    <w:pPr>
      <w:outlineLvl w:val="4"/>
    </w:pPr>
  </w:style>
  <w:style w:type="paragraph" w:styleId="Nadpis6">
    <w:name w:val="heading 6"/>
    <w:basedOn w:val="Nadpis4"/>
    <w:next w:val="Normln"/>
    <w:qFormat/>
    <w:rsid w:val="00DC6CFD"/>
    <w:pPr>
      <w:outlineLvl w:val="5"/>
    </w:p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28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Obsah1"/>
    <w:next w:val="Normln"/>
    <w:autoRedefine/>
    <w:uiPriority w:val="39"/>
    <w:qFormat/>
    <w:rsid w:val="006E4D8B"/>
    <w:pPr>
      <w:spacing w:after="120"/>
    </w:pPr>
    <w:rPr>
      <w:noProof/>
    </w:rPr>
  </w:style>
  <w:style w:type="paragraph" w:styleId="Obsah3">
    <w:name w:val="toc 3"/>
    <w:basedOn w:val="Normln"/>
    <w:next w:val="Normln"/>
    <w:autoRedefine/>
    <w:uiPriority w:val="39"/>
    <w:qFormat/>
    <w:rsid w:val="006E4D8B"/>
    <w:pPr>
      <w:tabs>
        <w:tab w:val="left" w:pos="1276"/>
        <w:tab w:val="right" w:leader="dot" w:pos="8505"/>
      </w:tabs>
      <w:spacing w:before="120"/>
      <w:ind w:left="1276" w:right="397" w:hanging="1276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6E4D8B"/>
    <w:pPr>
      <w:tabs>
        <w:tab w:val="left" w:pos="1276"/>
        <w:tab w:val="right" w:leader="dot" w:pos="8505"/>
      </w:tabs>
      <w:ind w:right="397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C36D8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624C3"/>
    <w:rPr>
      <w:b/>
      <w:bCs/>
      <w:caps/>
      <w:sz w:val="26"/>
    </w:rPr>
  </w:style>
  <w:style w:type="paragraph" w:styleId="Bezmezer">
    <w:name w:val="No Spacing"/>
    <w:uiPriority w:val="1"/>
    <w:qFormat/>
    <w:rsid w:val="001461B4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9EA7A0DA43431A975DBCE2164F2B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6E719-CE28-4003-A932-DCE86DAFB886}"/>
      </w:docPartPr>
      <w:docPartBody>
        <w:p w:rsidR="00C849EC" w:rsidRDefault="00833ADC" w:rsidP="00833ADC">
          <w:pPr>
            <w:pStyle w:val="559EA7A0DA43431A975DBCE2164F2B821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  <w:docPart>
      <w:docPartPr>
        <w:name w:val="2FC4A17B2AD045D38B5EE9CF82C2F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99F83B-D59F-4AE0-86D9-F90554569D5A}"/>
      </w:docPartPr>
      <w:docPartBody>
        <w:p w:rsidR="00C849EC" w:rsidRDefault="00833ADC" w:rsidP="00833ADC">
          <w:pPr>
            <w:pStyle w:val="2FC4A17B2AD045D38B5EE9CF82C2F05C1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  <w:docPart>
      <w:docPartPr>
        <w:name w:val="1D6BF25BF108471BA91333DB40DF77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95626B-C4FC-481B-AC0B-0DA5B3EB0F3B}"/>
      </w:docPartPr>
      <w:docPartBody>
        <w:p w:rsidR="00C849EC" w:rsidRDefault="00833ADC" w:rsidP="00833ADC">
          <w:pPr>
            <w:pStyle w:val="1D6BF25BF108471BA91333DB40DF779E1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  <w:docPart>
      <w:docPartPr>
        <w:name w:val="A5B936AC95614DF99BAF057D9EAD8B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5AC6D4-DC04-4C09-905C-4C8C546E7687}"/>
      </w:docPartPr>
      <w:docPartBody>
        <w:p w:rsidR="006274C6" w:rsidRDefault="00C60556" w:rsidP="00C60556">
          <w:pPr>
            <w:pStyle w:val="A5B936AC95614DF99BAF057D9EAD8BC6"/>
          </w:pPr>
          <w:r w:rsidRPr="00F81B53">
            <w:rPr>
              <w:color w:val="000000" w:themeColor="text1"/>
            </w:rPr>
            <w:t xml:space="preserve"> </w:t>
          </w:r>
        </w:p>
      </w:docPartBody>
    </w:docPart>
    <w:docPart>
      <w:docPartPr>
        <w:name w:val="E4C204BC23614E86A28111DFC7855B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FC9DAE-10B8-4BA0-9EC1-C7A6D6F2E2C9}"/>
      </w:docPartPr>
      <w:docPartBody>
        <w:p w:rsidR="003915D8" w:rsidRDefault="00216FF3" w:rsidP="00216FF3">
          <w:pPr>
            <w:pStyle w:val="E4C204BC23614E86A28111DFC7855B50"/>
          </w:pPr>
          <w:r w:rsidRPr="00F81B53">
            <w:rPr>
              <w:b/>
              <w:color w:val="000000" w:themeColor="text1"/>
              <w:sz w:val="24"/>
            </w:rPr>
            <w:t xml:space="preserve"> </w:t>
          </w:r>
        </w:p>
      </w:docPartBody>
    </w:docPart>
    <w:docPart>
      <w:docPartPr>
        <w:name w:val="8279694FA12D43DA8C497F0DEA6D9F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8D9B3E-E5B8-43C8-B249-B8B24C45C4BF}"/>
      </w:docPartPr>
      <w:docPartBody>
        <w:p w:rsidR="0023261F" w:rsidRDefault="00C709FB" w:rsidP="00C709FB">
          <w:pPr>
            <w:pStyle w:val="8279694FA12D43DA8C497F0DEA6D9F95"/>
          </w:pPr>
          <w:r w:rsidRPr="00F81B53">
            <w:rPr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107E8"/>
    <w:rsid w:val="001227DF"/>
    <w:rsid w:val="001571A9"/>
    <w:rsid w:val="00205F9C"/>
    <w:rsid w:val="00216FF3"/>
    <w:rsid w:val="0023261F"/>
    <w:rsid w:val="002370F5"/>
    <w:rsid w:val="002615C8"/>
    <w:rsid w:val="0029444C"/>
    <w:rsid w:val="002A1B07"/>
    <w:rsid w:val="002B60F4"/>
    <w:rsid w:val="003915D8"/>
    <w:rsid w:val="003E1285"/>
    <w:rsid w:val="00415E84"/>
    <w:rsid w:val="00473ECA"/>
    <w:rsid w:val="004F4720"/>
    <w:rsid w:val="005E7D50"/>
    <w:rsid w:val="005F0742"/>
    <w:rsid w:val="00624961"/>
    <w:rsid w:val="006274C6"/>
    <w:rsid w:val="00634106"/>
    <w:rsid w:val="00657F0D"/>
    <w:rsid w:val="006B66EB"/>
    <w:rsid w:val="00707629"/>
    <w:rsid w:val="007231B2"/>
    <w:rsid w:val="00750EDF"/>
    <w:rsid w:val="00833ADC"/>
    <w:rsid w:val="008B6E63"/>
    <w:rsid w:val="008C765C"/>
    <w:rsid w:val="009068F1"/>
    <w:rsid w:val="00930776"/>
    <w:rsid w:val="00930D8E"/>
    <w:rsid w:val="00933783"/>
    <w:rsid w:val="00992DC5"/>
    <w:rsid w:val="009B45BF"/>
    <w:rsid w:val="009C25AD"/>
    <w:rsid w:val="009C601C"/>
    <w:rsid w:val="009D5B11"/>
    <w:rsid w:val="00A2046A"/>
    <w:rsid w:val="00A97ACE"/>
    <w:rsid w:val="00AA5B36"/>
    <w:rsid w:val="00B227C6"/>
    <w:rsid w:val="00B37922"/>
    <w:rsid w:val="00BD4F13"/>
    <w:rsid w:val="00BF5815"/>
    <w:rsid w:val="00C02180"/>
    <w:rsid w:val="00C10AD9"/>
    <w:rsid w:val="00C22723"/>
    <w:rsid w:val="00C37CD9"/>
    <w:rsid w:val="00C60556"/>
    <w:rsid w:val="00C709FB"/>
    <w:rsid w:val="00C83353"/>
    <w:rsid w:val="00C849EC"/>
    <w:rsid w:val="00CD4DC2"/>
    <w:rsid w:val="00CE0CBE"/>
    <w:rsid w:val="00D912AC"/>
    <w:rsid w:val="00DF011B"/>
    <w:rsid w:val="00E32A7D"/>
    <w:rsid w:val="00E364A5"/>
    <w:rsid w:val="00E5151E"/>
    <w:rsid w:val="00E603DD"/>
    <w:rsid w:val="00E76576"/>
    <w:rsid w:val="00E9604C"/>
    <w:rsid w:val="00EA588D"/>
    <w:rsid w:val="00EF174F"/>
    <w:rsid w:val="00F94794"/>
    <w:rsid w:val="00FA4CEE"/>
    <w:rsid w:val="00FD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3ADC"/>
    <w:rPr>
      <w:color w:val="808080"/>
    </w:rPr>
  </w:style>
  <w:style w:type="paragraph" w:customStyle="1" w:styleId="A5B936AC95614DF99BAF057D9EAD8BC6">
    <w:name w:val="A5B936AC95614DF99BAF057D9EAD8BC6"/>
    <w:rsid w:val="00C60556"/>
  </w:style>
  <w:style w:type="paragraph" w:customStyle="1" w:styleId="559EA7A0DA43431A975DBCE2164F2B821">
    <w:name w:val="559EA7A0DA43431A975DBCE2164F2B8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FC4A17B2AD045D38B5EE9CF82C2F05C1">
    <w:name w:val="2FC4A17B2AD045D38B5EE9CF82C2F05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D6BF25BF108471BA91333DB40DF779E1">
    <w:name w:val="1D6BF25BF108471BA91333DB40DF779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C204BC23614E86A28111DFC7855B50">
    <w:name w:val="E4C204BC23614E86A28111DFC7855B50"/>
    <w:rsid w:val="00216FF3"/>
  </w:style>
  <w:style w:type="paragraph" w:customStyle="1" w:styleId="8279694FA12D43DA8C497F0DEA6D9F95">
    <w:name w:val="8279694FA12D43DA8C497F0DEA6D9F95"/>
    <w:rsid w:val="00C709F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074605A5FCDB4F83B25E1D1611A531" ma:contentTypeVersion="23" ma:contentTypeDescription="Vytvoří nový dokument" ma:contentTypeScope="" ma:versionID="7c5dae44e52dfb868d92c0c76c7e9919">
  <xsd:schema xmlns:xsd="http://www.w3.org/2001/XMLSchema" xmlns:xs="http://www.w3.org/2001/XMLSchema" xmlns:p="http://schemas.microsoft.com/office/2006/metadata/properties" xmlns:ns2="fc3156d0-6477-4e59-85db-677a3ac3ddef" xmlns:ns3="107ea3ff-ebed-4698-b54c-04cca22f4541" xmlns:ns4="d067044f-c8a9-4d3c-af6b-3960191fe327" xmlns:ns5="0e971b8e-aa6f-435f-bb9a-f99ccc42ee61" xmlns:ns6="64c94459-a6c5-4cf5-89c0-115a7989494d" targetNamespace="http://schemas.microsoft.com/office/2006/metadata/properties" ma:root="true" ma:fieldsID="9d2d369d4890f1c370d3363dc56dcb33" ns2:_="" ns3:_="" ns4:_="" ns5:_="" ns6:_="">
    <xsd:import namespace="fc3156d0-6477-4e59-85db-677a3ac3ddef"/>
    <xsd:import namespace="107ea3ff-ebed-4698-b54c-04cca22f4541"/>
    <xsd:import namespace="d067044f-c8a9-4d3c-af6b-3960191fe327"/>
    <xsd:import namespace="0e971b8e-aa6f-435f-bb9a-f99ccc42ee61"/>
    <xsd:import namespace="64c94459-a6c5-4cf5-89c0-115a7989494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5:SharedWithDetails" minOccurs="0"/>
                <xsd:element ref="ns4:lcf76f155ced4ddcb4097134ff3c332f" minOccurs="0"/>
                <xsd:element ref="ns6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156d0-6477-4e59-85db-677a3ac3dd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ea3ff-ebed-4698-b54c-04cca22f4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7044f-c8a9-4d3c-af6b-3960191fe3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590eb72d-ad02-4f84-953f-902ab4317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71b8e-aa6f-435f-bb9a-f99ccc42ee61" elementFormDefault="qualified">
    <xsd:import namespace="http://schemas.microsoft.com/office/2006/documentManagement/types"/>
    <xsd:import namespace="http://schemas.microsoft.com/office/infopath/2007/PartnerControls"/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94459-a6c5-4cf5-89c0-115a7989494d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02aad992-3633-49d6-bab6-2833da5e6d5f}" ma:internalName="TaxCatchAll" ma:showField="CatchAllData" ma:web="64c94459-a6c5-4cf5-89c0-115a798949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7044f-c8a9-4d3c-af6b-3960191fe327">
      <Terms xmlns="http://schemas.microsoft.com/office/infopath/2007/PartnerControls"/>
    </lcf76f155ced4ddcb4097134ff3c332f>
    <TaxCatchAll xmlns="64c94459-a6c5-4cf5-89c0-115a7989494d" xsi:nil="true"/>
    <_dlc_DocId xmlns="fc3156d0-6477-4e59-85db-677a3ac3ddef">MMB0-338994810-62880</_dlc_DocId>
    <_dlc_DocIdUrl xmlns="fc3156d0-6477-4e59-85db-677a3ac3ddef">
      <Url>https://mmbonline.sharepoint.com/OD/OKD/_layouts/15/DocIdRedir.aspx?ID=MMB0-338994810-62880</Url>
      <Description>MMB0-338994810-62880</Description>
    </_dlc_DocIdUrl>
  </documentManagement>
</p:properties>
</file>

<file path=customXml/itemProps1.xml><?xml version="1.0" encoding="utf-8"?>
<ds:datastoreItem xmlns:ds="http://schemas.openxmlformats.org/officeDocument/2006/customXml" ds:itemID="{32132A53-E114-4F64-B338-CAE4C4553C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DEAFB2-E243-48B1-BE70-1E3A0D1FE046}"/>
</file>

<file path=customXml/itemProps3.xml><?xml version="1.0" encoding="utf-8"?>
<ds:datastoreItem xmlns:ds="http://schemas.openxmlformats.org/officeDocument/2006/customXml" ds:itemID="{31959673-5E74-400F-ACD8-F0CE5451A184}"/>
</file>

<file path=customXml/itemProps4.xml><?xml version="1.0" encoding="utf-8"?>
<ds:datastoreItem xmlns:ds="http://schemas.openxmlformats.org/officeDocument/2006/customXml" ds:itemID="{76B88BF5-E9A5-47D1-BD36-38C047484AF4}"/>
</file>

<file path=customXml/itemProps5.xml><?xml version="1.0" encoding="utf-8"?>
<ds:datastoreItem xmlns:ds="http://schemas.openxmlformats.org/officeDocument/2006/customXml" ds:itemID="{DAF18B6A-FADE-44D0-8869-ECBF6820CC21}"/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7</TotalTime>
  <Pages>2</Pages>
  <Words>34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 Úvodní údaje, identifikace</vt:lpstr>
    </vt:vector>
  </TitlesOfParts>
  <Company>Sweco Hydroprojekt a.s.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 Úvodní údaje, identifikace</dc:title>
  <dc:creator>Sweco Hydroprojekt a.s.</dc:creator>
  <cp:lastModifiedBy>Göpfertová, Eva</cp:lastModifiedBy>
  <cp:revision>2</cp:revision>
  <cp:lastPrinted>2024-07-10T13:17:00Z</cp:lastPrinted>
  <dcterms:created xsi:type="dcterms:W3CDTF">2024-06-26T15:18:00Z</dcterms:created>
  <dcterms:modified xsi:type="dcterms:W3CDTF">2024-07-10T13:17:00Z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2020-12-15T13:37:57Z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c74d273e-2816-4a2c-a69d-0000130a12c4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0x01010046074605A5FCDB4F83B25E1D1611A531</vt:lpwstr>
  </property>
  <property fmtid="{D5CDD505-2E9C-101B-9397-08002B2CF9AE}" pid="10" name="_dlc_DocIdItemGuid">
    <vt:lpwstr>92f2d3a6-847a-4b0f-a71b-0fb6861a95cd</vt:lpwstr>
  </property>
</Properties>
</file>